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75C610B" w14:textId="487CFA56" w:rsidR="00201AC2" w:rsidRPr="001A40E2" w:rsidRDefault="00435A06" w:rsidP="00201AC2">
      <w:pPr>
        <w:spacing w:after="180"/>
        <w:rPr>
          <w:b/>
          <w:sz w:val="44"/>
          <w:szCs w:val="44"/>
        </w:rPr>
      </w:pPr>
      <w:r>
        <w:rPr>
          <w:b/>
          <w:sz w:val="44"/>
          <w:szCs w:val="44"/>
        </w:rPr>
        <w:t>Melting a polymer</w:t>
      </w:r>
    </w:p>
    <w:p w14:paraId="6E03A30F" w14:textId="77777777" w:rsidR="00201AC2" w:rsidRDefault="00201AC2" w:rsidP="00201AC2">
      <w:pPr>
        <w:spacing w:after="180"/>
      </w:pPr>
    </w:p>
    <w:p w14:paraId="026B02EB" w14:textId="77777777" w:rsidR="00B5734A" w:rsidRDefault="00B5734A" w:rsidP="00201AC2">
      <w:pPr>
        <w:spacing w:after="180"/>
      </w:pPr>
      <w:r>
        <w:t>Polymers are made of molecules that are very long.</w:t>
      </w:r>
    </w:p>
    <w:p w14:paraId="1C935BE8" w14:textId="7D9CC629" w:rsidR="00201AC2" w:rsidRDefault="00704203" w:rsidP="00201AC2">
      <w:pPr>
        <w:spacing w:after="180"/>
      </w:pPr>
      <w:r>
        <w:t>In the solid state the polymer molecules are strongly held together.</w:t>
      </w:r>
    </w:p>
    <w:p w14:paraId="4F6ED2D6" w14:textId="350267C6" w:rsidR="00704203" w:rsidRDefault="00704203" w:rsidP="00201AC2">
      <w:pPr>
        <w:spacing w:after="180"/>
      </w:pPr>
      <w:r>
        <w:t>When the polymer melts, the molecules can move around.</w:t>
      </w:r>
    </w:p>
    <w:p w14:paraId="3316122C" w14:textId="1CF918F2" w:rsidR="00704203" w:rsidRDefault="00B5734A" w:rsidP="00201AC2">
      <w:pPr>
        <w:spacing w:after="180"/>
      </w:pPr>
      <w:r>
        <w:t>Some students u</w:t>
      </w:r>
      <w:r w:rsidR="00704203">
        <w:t>se string to represent these long molecules.</w:t>
      </w:r>
    </w:p>
    <w:p w14:paraId="1B3EC5B9" w14:textId="35015F45" w:rsidR="00B20090" w:rsidRDefault="00B20090" w:rsidP="00201AC2">
      <w:pPr>
        <w:spacing w:after="180"/>
      </w:pPr>
      <w:r>
        <w:rPr>
          <w:noProof/>
        </w:rPr>
        <w:drawing>
          <wp:anchor distT="0" distB="0" distL="114300" distR="114300" simplePos="0" relativeHeight="251658240" behindDoc="0" locked="0" layoutInCell="1" allowOverlap="1" wp14:anchorId="445CA990" wp14:editId="64B9693C">
            <wp:simplePos x="0" y="0"/>
            <wp:positionH relativeFrom="column">
              <wp:posOffset>320040</wp:posOffset>
            </wp:positionH>
            <wp:positionV relativeFrom="paragraph">
              <wp:posOffset>10795</wp:posOffset>
            </wp:positionV>
            <wp:extent cx="2776157" cy="899160"/>
            <wp:effectExtent l="0" t="0" r="5715" b="0"/>
            <wp:wrapSquare wrapText="bothSides"/>
            <wp:docPr id="2" name="Picture 2"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tring.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2776157" cy="899160"/>
                    </a:xfrm>
                    <a:prstGeom prst="rect">
                      <a:avLst/>
                    </a:prstGeom>
                  </pic:spPr>
                </pic:pic>
              </a:graphicData>
            </a:graphic>
          </wp:anchor>
        </w:drawing>
      </w:r>
    </w:p>
    <w:p w14:paraId="2F1C59CF" w14:textId="1A848A6F" w:rsidR="00B20090" w:rsidRDefault="00B20090" w:rsidP="00201AC2">
      <w:pPr>
        <w:spacing w:after="180"/>
      </w:pPr>
    </w:p>
    <w:p w14:paraId="4CCD6F4C" w14:textId="2E4B999D" w:rsidR="00B20090" w:rsidRDefault="00B20090" w:rsidP="00201AC2">
      <w:pPr>
        <w:spacing w:after="180"/>
      </w:pPr>
    </w:p>
    <w:p w14:paraId="65C77EE4" w14:textId="77777777" w:rsidR="00B20090" w:rsidRDefault="00B20090" w:rsidP="00201AC2">
      <w:pPr>
        <w:spacing w:after="180"/>
      </w:pPr>
    </w:p>
    <w:p w14:paraId="2CDF9D42" w14:textId="10B0B2C9" w:rsidR="00704203" w:rsidRDefault="00B5734A" w:rsidP="00201AC2">
      <w:pPr>
        <w:spacing w:after="180"/>
      </w:pPr>
      <w:r>
        <w:t>The students use different lengths of string to investigate how easy it is for different lengths of molecules to move across each other.</w:t>
      </w:r>
    </w:p>
    <w:p w14:paraId="43246C59" w14:textId="43ADB4E0" w:rsidR="00704203" w:rsidRDefault="00B20090" w:rsidP="00201AC2">
      <w:pPr>
        <w:spacing w:after="180"/>
      </w:pPr>
      <w:r w:rsidRPr="00B20090">
        <mc:AlternateContent>
          <mc:Choice Requires="wpg">
            <w:drawing>
              <wp:anchor distT="0" distB="0" distL="114300" distR="114300" simplePos="0" relativeHeight="251662336" behindDoc="0" locked="0" layoutInCell="1" allowOverlap="1" wp14:anchorId="3C033E61" wp14:editId="6E05308F">
                <wp:simplePos x="0" y="0"/>
                <wp:positionH relativeFrom="column">
                  <wp:posOffset>3017520</wp:posOffset>
                </wp:positionH>
                <wp:positionV relativeFrom="paragraph">
                  <wp:posOffset>205577</wp:posOffset>
                </wp:positionV>
                <wp:extent cx="2754630" cy="856822"/>
                <wp:effectExtent l="19050" t="95250" r="45720" b="19685"/>
                <wp:wrapNone/>
                <wp:docPr id="34" name="Group 44"/>
                <wp:cNvGraphicFramePr xmlns:a="http://schemas.openxmlformats.org/drawingml/2006/main"/>
                <a:graphic xmlns:a="http://schemas.openxmlformats.org/drawingml/2006/main">
                  <a:graphicData uri="http://schemas.microsoft.com/office/word/2010/wordprocessingGroup">
                    <wpg:wgp>
                      <wpg:cNvGrpSpPr/>
                      <wpg:grpSpPr>
                        <a:xfrm>
                          <a:off x="0" y="0"/>
                          <a:ext cx="2754630" cy="856822"/>
                          <a:chOff x="0" y="0"/>
                          <a:chExt cx="4800600" cy="958733"/>
                        </a:xfrm>
                      </wpg:grpSpPr>
                      <wps:wsp>
                        <wps:cNvPr id="35" name="Freeform 6"/>
                        <wps:cNvSpPr/>
                        <wps:spPr>
                          <a:xfrm>
                            <a:off x="0" y="0"/>
                            <a:ext cx="2318657" cy="268977"/>
                          </a:xfrm>
                          <a:custGeom>
                            <a:avLst/>
                            <a:gdLst>
                              <a:gd name="connsiteX0" fmla="*/ 0 w 2318657"/>
                              <a:gd name="connsiteY0" fmla="*/ 174171 h 268977"/>
                              <a:gd name="connsiteX1" fmla="*/ 1110343 w 2318657"/>
                              <a:gd name="connsiteY1" fmla="*/ 261257 h 268977"/>
                              <a:gd name="connsiteX2" fmla="*/ 2318657 w 2318657"/>
                              <a:gd name="connsiteY2" fmla="*/ 0 h 268977"/>
                            </a:gdLst>
                            <a:ahLst/>
                            <a:cxnLst>
                              <a:cxn ang="0">
                                <a:pos x="connsiteX0" y="connsiteY0"/>
                              </a:cxn>
                              <a:cxn ang="0">
                                <a:pos x="connsiteX1" y="connsiteY1"/>
                              </a:cxn>
                              <a:cxn ang="0">
                                <a:pos x="connsiteX2" y="connsiteY2"/>
                              </a:cxn>
                            </a:cxnLst>
                            <a:rect l="l" t="t" r="r" b="b"/>
                            <a:pathLst>
                              <a:path w="2318657" h="268977">
                                <a:moveTo>
                                  <a:pt x="0" y="174171"/>
                                </a:moveTo>
                                <a:cubicBezTo>
                                  <a:pt x="361950" y="232228"/>
                                  <a:pt x="723900" y="290285"/>
                                  <a:pt x="1110343" y="261257"/>
                                </a:cubicBezTo>
                                <a:cubicBezTo>
                                  <a:pt x="1496786" y="232229"/>
                                  <a:pt x="1907721" y="116114"/>
                                  <a:pt x="2318657" y="0"/>
                                </a:cubicBezTo>
                              </a:path>
                            </a:pathLst>
                          </a:custGeom>
                          <a:noFill/>
                          <a:ln w="101600">
                            <a:solidFill>
                              <a:srgbClr val="94612E"/>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36" name="Freeform 7"/>
                        <wps:cNvSpPr/>
                        <wps:spPr>
                          <a:xfrm rot="1250127">
                            <a:off x="32657" y="293915"/>
                            <a:ext cx="2264229" cy="262052"/>
                          </a:xfrm>
                          <a:custGeom>
                            <a:avLst/>
                            <a:gdLst>
                              <a:gd name="connsiteX0" fmla="*/ 0 w 2264229"/>
                              <a:gd name="connsiteY0" fmla="*/ 21997 h 262052"/>
                              <a:gd name="connsiteX1" fmla="*/ 674915 w 2264229"/>
                              <a:gd name="connsiteY1" fmla="*/ 21997 h 262052"/>
                              <a:gd name="connsiteX2" fmla="*/ 1785257 w 2264229"/>
                              <a:gd name="connsiteY2" fmla="*/ 250597 h 262052"/>
                              <a:gd name="connsiteX3" fmla="*/ 2264229 w 2264229"/>
                              <a:gd name="connsiteY3" fmla="*/ 207054 h 262052"/>
                            </a:gdLst>
                            <a:ahLst/>
                            <a:cxnLst>
                              <a:cxn ang="0">
                                <a:pos x="connsiteX0" y="connsiteY0"/>
                              </a:cxn>
                              <a:cxn ang="0">
                                <a:pos x="connsiteX1" y="connsiteY1"/>
                              </a:cxn>
                              <a:cxn ang="0">
                                <a:pos x="connsiteX2" y="connsiteY2"/>
                              </a:cxn>
                              <a:cxn ang="0">
                                <a:pos x="connsiteX3" y="connsiteY3"/>
                              </a:cxn>
                            </a:cxnLst>
                            <a:rect l="l" t="t" r="r" b="b"/>
                            <a:pathLst>
                              <a:path w="2264229" h="262052">
                                <a:moveTo>
                                  <a:pt x="0" y="21997"/>
                                </a:moveTo>
                                <a:cubicBezTo>
                                  <a:pt x="188686" y="2947"/>
                                  <a:pt x="377372" y="-16103"/>
                                  <a:pt x="674915" y="21997"/>
                                </a:cubicBezTo>
                                <a:cubicBezTo>
                                  <a:pt x="972458" y="60097"/>
                                  <a:pt x="1520371" y="219754"/>
                                  <a:pt x="1785257" y="250597"/>
                                </a:cubicBezTo>
                                <a:cubicBezTo>
                                  <a:pt x="2050143" y="281440"/>
                                  <a:pt x="2157186" y="244247"/>
                                  <a:pt x="2264229" y="207054"/>
                                </a:cubicBezTo>
                              </a:path>
                            </a:pathLst>
                          </a:custGeom>
                          <a:noFill/>
                          <a:ln w="101600">
                            <a:solidFill>
                              <a:srgbClr val="94612E"/>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37" name="Freeform 10"/>
                        <wps:cNvSpPr/>
                        <wps:spPr>
                          <a:xfrm rot="20660066">
                            <a:off x="1436913" y="381000"/>
                            <a:ext cx="2209800" cy="171197"/>
                          </a:xfrm>
                          <a:custGeom>
                            <a:avLst/>
                            <a:gdLst>
                              <a:gd name="connsiteX0" fmla="*/ 0 w 2209800"/>
                              <a:gd name="connsiteY0" fmla="*/ 40568 h 171197"/>
                              <a:gd name="connsiteX1" fmla="*/ 1132114 w 2209800"/>
                              <a:gd name="connsiteY1" fmla="*/ 7911 h 171197"/>
                              <a:gd name="connsiteX2" fmla="*/ 2209800 w 2209800"/>
                              <a:gd name="connsiteY2" fmla="*/ 171197 h 171197"/>
                            </a:gdLst>
                            <a:ahLst/>
                            <a:cxnLst>
                              <a:cxn ang="0">
                                <a:pos x="connsiteX0" y="connsiteY0"/>
                              </a:cxn>
                              <a:cxn ang="0">
                                <a:pos x="connsiteX1" y="connsiteY1"/>
                              </a:cxn>
                              <a:cxn ang="0">
                                <a:pos x="connsiteX2" y="connsiteY2"/>
                              </a:cxn>
                            </a:cxnLst>
                            <a:rect l="l" t="t" r="r" b="b"/>
                            <a:pathLst>
                              <a:path w="2209800" h="171197">
                                <a:moveTo>
                                  <a:pt x="0" y="40568"/>
                                </a:moveTo>
                                <a:cubicBezTo>
                                  <a:pt x="381907" y="13353"/>
                                  <a:pt x="763814" y="-13861"/>
                                  <a:pt x="1132114" y="7911"/>
                                </a:cubicBezTo>
                                <a:cubicBezTo>
                                  <a:pt x="1500414" y="29682"/>
                                  <a:pt x="1855107" y="100439"/>
                                  <a:pt x="2209800" y="171197"/>
                                </a:cubicBezTo>
                              </a:path>
                            </a:pathLst>
                          </a:custGeom>
                          <a:noFill/>
                          <a:ln w="101600">
                            <a:solidFill>
                              <a:srgbClr val="94612E"/>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38" name="Freeform 11"/>
                        <wps:cNvSpPr/>
                        <wps:spPr>
                          <a:xfrm rot="245141">
                            <a:off x="32657" y="609600"/>
                            <a:ext cx="2111829" cy="349133"/>
                          </a:xfrm>
                          <a:custGeom>
                            <a:avLst/>
                            <a:gdLst>
                              <a:gd name="connsiteX0" fmla="*/ 0 w 2111829"/>
                              <a:gd name="connsiteY0" fmla="*/ 349133 h 349133"/>
                              <a:gd name="connsiteX1" fmla="*/ 1230086 w 2111829"/>
                              <a:gd name="connsiteY1" fmla="*/ 790 h 349133"/>
                              <a:gd name="connsiteX2" fmla="*/ 2111829 w 2111829"/>
                              <a:gd name="connsiteY2" fmla="*/ 272933 h 349133"/>
                            </a:gdLst>
                            <a:ahLst/>
                            <a:cxnLst>
                              <a:cxn ang="0">
                                <a:pos x="connsiteX0" y="connsiteY0"/>
                              </a:cxn>
                              <a:cxn ang="0">
                                <a:pos x="connsiteX1" y="connsiteY1"/>
                              </a:cxn>
                              <a:cxn ang="0">
                                <a:pos x="connsiteX2" y="connsiteY2"/>
                              </a:cxn>
                            </a:cxnLst>
                            <a:rect l="l" t="t" r="r" b="b"/>
                            <a:pathLst>
                              <a:path w="2111829" h="349133">
                                <a:moveTo>
                                  <a:pt x="0" y="349133"/>
                                </a:moveTo>
                                <a:cubicBezTo>
                                  <a:pt x="439057" y="181311"/>
                                  <a:pt x="878114" y="13490"/>
                                  <a:pt x="1230086" y="790"/>
                                </a:cubicBezTo>
                                <a:cubicBezTo>
                                  <a:pt x="1582058" y="-11910"/>
                                  <a:pt x="1846943" y="130511"/>
                                  <a:pt x="2111829" y="272933"/>
                                </a:cubicBezTo>
                              </a:path>
                            </a:pathLst>
                          </a:custGeom>
                          <a:noFill/>
                          <a:ln w="101600">
                            <a:solidFill>
                              <a:srgbClr val="94612E"/>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39" name="Freeform 12"/>
                        <wps:cNvSpPr/>
                        <wps:spPr>
                          <a:xfrm>
                            <a:off x="816429" y="87085"/>
                            <a:ext cx="2514600" cy="185057"/>
                          </a:xfrm>
                          <a:custGeom>
                            <a:avLst/>
                            <a:gdLst>
                              <a:gd name="connsiteX0" fmla="*/ 0 w 2514600"/>
                              <a:gd name="connsiteY0" fmla="*/ 0 h 185057"/>
                              <a:gd name="connsiteX1" fmla="*/ 870857 w 2514600"/>
                              <a:gd name="connsiteY1" fmla="*/ 152400 h 185057"/>
                              <a:gd name="connsiteX2" fmla="*/ 1839686 w 2514600"/>
                              <a:gd name="connsiteY2" fmla="*/ 87086 h 185057"/>
                              <a:gd name="connsiteX3" fmla="*/ 2514600 w 2514600"/>
                              <a:gd name="connsiteY3" fmla="*/ 185057 h 185057"/>
                            </a:gdLst>
                            <a:ahLst/>
                            <a:cxnLst>
                              <a:cxn ang="0">
                                <a:pos x="connsiteX0" y="connsiteY0"/>
                              </a:cxn>
                              <a:cxn ang="0">
                                <a:pos x="connsiteX1" y="connsiteY1"/>
                              </a:cxn>
                              <a:cxn ang="0">
                                <a:pos x="connsiteX2" y="connsiteY2"/>
                              </a:cxn>
                              <a:cxn ang="0">
                                <a:pos x="connsiteX3" y="connsiteY3"/>
                              </a:cxn>
                            </a:cxnLst>
                            <a:rect l="l" t="t" r="r" b="b"/>
                            <a:pathLst>
                              <a:path w="2514600" h="185057">
                                <a:moveTo>
                                  <a:pt x="0" y="0"/>
                                </a:moveTo>
                                <a:cubicBezTo>
                                  <a:pt x="282121" y="68943"/>
                                  <a:pt x="564243" y="137886"/>
                                  <a:pt x="870857" y="152400"/>
                                </a:cubicBezTo>
                                <a:cubicBezTo>
                                  <a:pt x="1177471" y="166914"/>
                                  <a:pt x="1565729" y="81643"/>
                                  <a:pt x="1839686" y="87086"/>
                                </a:cubicBezTo>
                                <a:cubicBezTo>
                                  <a:pt x="2113643" y="92529"/>
                                  <a:pt x="2314121" y="138793"/>
                                  <a:pt x="2514600" y="185057"/>
                                </a:cubicBezTo>
                              </a:path>
                            </a:pathLst>
                          </a:custGeom>
                          <a:noFill/>
                          <a:ln w="101600">
                            <a:solidFill>
                              <a:srgbClr val="94612E"/>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40" name="Freeform 13"/>
                        <wps:cNvSpPr/>
                        <wps:spPr>
                          <a:xfrm>
                            <a:off x="2264227" y="130629"/>
                            <a:ext cx="2525486" cy="185323"/>
                          </a:xfrm>
                          <a:custGeom>
                            <a:avLst/>
                            <a:gdLst>
                              <a:gd name="connsiteX0" fmla="*/ 0 w 2525486"/>
                              <a:gd name="connsiteY0" fmla="*/ 152666 h 185323"/>
                              <a:gd name="connsiteX1" fmla="*/ 1469572 w 2525486"/>
                              <a:gd name="connsiteY1" fmla="*/ 266 h 185323"/>
                              <a:gd name="connsiteX2" fmla="*/ 2525486 w 2525486"/>
                              <a:gd name="connsiteY2" fmla="*/ 185323 h 185323"/>
                            </a:gdLst>
                            <a:ahLst/>
                            <a:cxnLst>
                              <a:cxn ang="0">
                                <a:pos x="connsiteX0" y="connsiteY0"/>
                              </a:cxn>
                              <a:cxn ang="0">
                                <a:pos x="connsiteX1" y="connsiteY1"/>
                              </a:cxn>
                              <a:cxn ang="0">
                                <a:pos x="connsiteX2" y="connsiteY2"/>
                              </a:cxn>
                            </a:cxnLst>
                            <a:rect l="l" t="t" r="r" b="b"/>
                            <a:pathLst>
                              <a:path w="2525486" h="185323">
                                <a:moveTo>
                                  <a:pt x="0" y="152666"/>
                                </a:moveTo>
                                <a:cubicBezTo>
                                  <a:pt x="524329" y="73744"/>
                                  <a:pt x="1048658" y="-5177"/>
                                  <a:pt x="1469572" y="266"/>
                                </a:cubicBezTo>
                                <a:cubicBezTo>
                                  <a:pt x="1890486" y="5709"/>
                                  <a:pt x="2207986" y="95516"/>
                                  <a:pt x="2525486" y="185323"/>
                                </a:cubicBezTo>
                              </a:path>
                            </a:pathLst>
                          </a:custGeom>
                          <a:noFill/>
                          <a:ln w="101600">
                            <a:solidFill>
                              <a:srgbClr val="94612E"/>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41" name="Freeform 14"/>
                        <wps:cNvSpPr/>
                        <wps:spPr>
                          <a:xfrm>
                            <a:off x="2079171" y="206828"/>
                            <a:ext cx="2492829" cy="279354"/>
                          </a:xfrm>
                          <a:custGeom>
                            <a:avLst/>
                            <a:gdLst>
                              <a:gd name="connsiteX0" fmla="*/ 0 w 2492829"/>
                              <a:gd name="connsiteY0" fmla="*/ 145964 h 279354"/>
                              <a:gd name="connsiteX1" fmla="*/ 1143000 w 2492829"/>
                              <a:gd name="connsiteY1" fmla="*/ 276592 h 279354"/>
                              <a:gd name="connsiteX2" fmla="*/ 2133600 w 2492829"/>
                              <a:gd name="connsiteY2" fmla="*/ 37107 h 279354"/>
                              <a:gd name="connsiteX3" fmla="*/ 2492829 w 2492829"/>
                              <a:gd name="connsiteY3" fmla="*/ 4450 h 279354"/>
                            </a:gdLst>
                            <a:ahLst/>
                            <a:cxnLst>
                              <a:cxn ang="0">
                                <a:pos x="connsiteX0" y="connsiteY0"/>
                              </a:cxn>
                              <a:cxn ang="0">
                                <a:pos x="connsiteX1" y="connsiteY1"/>
                              </a:cxn>
                              <a:cxn ang="0">
                                <a:pos x="connsiteX2" y="connsiteY2"/>
                              </a:cxn>
                              <a:cxn ang="0">
                                <a:pos x="connsiteX3" y="connsiteY3"/>
                              </a:cxn>
                            </a:cxnLst>
                            <a:rect l="l" t="t" r="r" b="b"/>
                            <a:pathLst>
                              <a:path w="2492829" h="279354">
                                <a:moveTo>
                                  <a:pt x="0" y="145964"/>
                                </a:moveTo>
                                <a:cubicBezTo>
                                  <a:pt x="393700" y="220349"/>
                                  <a:pt x="787400" y="294735"/>
                                  <a:pt x="1143000" y="276592"/>
                                </a:cubicBezTo>
                                <a:cubicBezTo>
                                  <a:pt x="1498600" y="258449"/>
                                  <a:pt x="1908629" y="82464"/>
                                  <a:pt x="2133600" y="37107"/>
                                </a:cubicBezTo>
                                <a:cubicBezTo>
                                  <a:pt x="2358571" y="-8250"/>
                                  <a:pt x="2425700" y="-1900"/>
                                  <a:pt x="2492829" y="4450"/>
                                </a:cubicBezTo>
                              </a:path>
                            </a:pathLst>
                          </a:custGeom>
                          <a:noFill/>
                          <a:ln w="101600">
                            <a:solidFill>
                              <a:srgbClr val="94612E"/>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42" name="Freeform 15"/>
                        <wps:cNvSpPr/>
                        <wps:spPr>
                          <a:xfrm rot="20717391">
                            <a:off x="2029590" y="128871"/>
                            <a:ext cx="2427514" cy="140106"/>
                          </a:xfrm>
                          <a:custGeom>
                            <a:avLst/>
                            <a:gdLst>
                              <a:gd name="connsiteX0" fmla="*/ 0 w 2427514"/>
                              <a:gd name="connsiteY0" fmla="*/ 119743 h 140106"/>
                              <a:gd name="connsiteX1" fmla="*/ 1796143 w 2427514"/>
                              <a:gd name="connsiteY1" fmla="*/ 130629 h 140106"/>
                              <a:gd name="connsiteX2" fmla="*/ 2427514 w 2427514"/>
                              <a:gd name="connsiteY2" fmla="*/ 0 h 140106"/>
                            </a:gdLst>
                            <a:ahLst/>
                            <a:cxnLst>
                              <a:cxn ang="0">
                                <a:pos x="connsiteX0" y="connsiteY0"/>
                              </a:cxn>
                              <a:cxn ang="0">
                                <a:pos x="connsiteX1" y="connsiteY1"/>
                              </a:cxn>
                              <a:cxn ang="0">
                                <a:pos x="connsiteX2" y="connsiteY2"/>
                              </a:cxn>
                            </a:cxnLst>
                            <a:rect l="l" t="t" r="r" b="b"/>
                            <a:pathLst>
                              <a:path w="2427514" h="140106">
                                <a:moveTo>
                                  <a:pt x="0" y="119743"/>
                                </a:moveTo>
                                <a:cubicBezTo>
                                  <a:pt x="695778" y="135164"/>
                                  <a:pt x="1391557" y="150586"/>
                                  <a:pt x="1796143" y="130629"/>
                                </a:cubicBezTo>
                                <a:cubicBezTo>
                                  <a:pt x="2200729" y="110672"/>
                                  <a:pt x="2314121" y="55336"/>
                                  <a:pt x="2427514" y="0"/>
                                </a:cubicBezTo>
                              </a:path>
                            </a:pathLst>
                          </a:custGeom>
                          <a:noFill/>
                          <a:ln w="101600">
                            <a:solidFill>
                              <a:srgbClr val="94612E"/>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43" name="Freeform 17"/>
                        <wps:cNvSpPr/>
                        <wps:spPr>
                          <a:xfrm>
                            <a:off x="957943" y="751115"/>
                            <a:ext cx="2188029" cy="76508"/>
                          </a:xfrm>
                          <a:custGeom>
                            <a:avLst/>
                            <a:gdLst>
                              <a:gd name="connsiteX0" fmla="*/ 0 w 2188029"/>
                              <a:gd name="connsiteY0" fmla="*/ 54737 h 76508"/>
                              <a:gd name="connsiteX1" fmla="*/ 1502229 w 2188029"/>
                              <a:gd name="connsiteY1" fmla="*/ 308 h 76508"/>
                              <a:gd name="connsiteX2" fmla="*/ 2188029 w 2188029"/>
                              <a:gd name="connsiteY2" fmla="*/ 76508 h 76508"/>
                            </a:gdLst>
                            <a:ahLst/>
                            <a:cxnLst>
                              <a:cxn ang="0">
                                <a:pos x="connsiteX0" y="connsiteY0"/>
                              </a:cxn>
                              <a:cxn ang="0">
                                <a:pos x="connsiteX1" y="connsiteY1"/>
                              </a:cxn>
                              <a:cxn ang="0">
                                <a:pos x="connsiteX2" y="connsiteY2"/>
                              </a:cxn>
                            </a:cxnLst>
                            <a:rect l="l" t="t" r="r" b="b"/>
                            <a:pathLst>
                              <a:path w="2188029" h="76508">
                                <a:moveTo>
                                  <a:pt x="0" y="54737"/>
                                </a:moveTo>
                                <a:cubicBezTo>
                                  <a:pt x="568779" y="25708"/>
                                  <a:pt x="1137558" y="-3320"/>
                                  <a:pt x="1502229" y="308"/>
                                </a:cubicBezTo>
                                <a:cubicBezTo>
                                  <a:pt x="1866900" y="3936"/>
                                  <a:pt x="2027464" y="40222"/>
                                  <a:pt x="2188029" y="76508"/>
                                </a:cubicBezTo>
                              </a:path>
                            </a:pathLst>
                          </a:custGeom>
                          <a:noFill/>
                          <a:ln w="101600">
                            <a:solidFill>
                              <a:srgbClr val="94612E"/>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44" name="Freeform 18"/>
                        <wps:cNvSpPr/>
                        <wps:spPr>
                          <a:xfrm flipV="1">
                            <a:off x="1991931" y="587828"/>
                            <a:ext cx="2351314" cy="173860"/>
                          </a:xfrm>
                          <a:custGeom>
                            <a:avLst/>
                            <a:gdLst>
                              <a:gd name="connsiteX0" fmla="*/ 0 w 2351314"/>
                              <a:gd name="connsiteY0" fmla="*/ 183407 h 299075"/>
                              <a:gd name="connsiteX1" fmla="*/ 1110343 w 2351314"/>
                              <a:gd name="connsiteY1" fmla="*/ 292264 h 299075"/>
                              <a:gd name="connsiteX2" fmla="*/ 2024743 w 2351314"/>
                              <a:gd name="connsiteY2" fmla="*/ 9235 h 299075"/>
                              <a:gd name="connsiteX3" fmla="*/ 2351314 w 2351314"/>
                              <a:gd name="connsiteY3" fmla="*/ 96321 h 299075"/>
                            </a:gdLst>
                            <a:ahLst/>
                            <a:cxnLst>
                              <a:cxn ang="0">
                                <a:pos x="connsiteX0" y="connsiteY0"/>
                              </a:cxn>
                              <a:cxn ang="0">
                                <a:pos x="connsiteX1" y="connsiteY1"/>
                              </a:cxn>
                              <a:cxn ang="0">
                                <a:pos x="connsiteX2" y="connsiteY2"/>
                              </a:cxn>
                              <a:cxn ang="0">
                                <a:pos x="connsiteX3" y="connsiteY3"/>
                              </a:cxn>
                            </a:cxnLst>
                            <a:rect l="l" t="t" r="r" b="b"/>
                            <a:pathLst>
                              <a:path w="2351314" h="299075">
                                <a:moveTo>
                                  <a:pt x="0" y="183407"/>
                                </a:moveTo>
                                <a:cubicBezTo>
                                  <a:pt x="386443" y="252350"/>
                                  <a:pt x="772886" y="321293"/>
                                  <a:pt x="1110343" y="292264"/>
                                </a:cubicBezTo>
                                <a:cubicBezTo>
                                  <a:pt x="1447800" y="263235"/>
                                  <a:pt x="1817915" y="41892"/>
                                  <a:pt x="2024743" y="9235"/>
                                </a:cubicBezTo>
                                <a:cubicBezTo>
                                  <a:pt x="2231571" y="-23422"/>
                                  <a:pt x="2291442" y="36449"/>
                                  <a:pt x="2351314" y="96321"/>
                                </a:cubicBezTo>
                              </a:path>
                            </a:pathLst>
                          </a:custGeom>
                          <a:noFill/>
                          <a:ln w="101600">
                            <a:solidFill>
                              <a:srgbClr val="94612E"/>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45" name="Freeform 19"/>
                        <wps:cNvSpPr/>
                        <wps:spPr>
                          <a:xfrm rot="21217184">
                            <a:off x="2449287" y="751114"/>
                            <a:ext cx="2307772" cy="207544"/>
                          </a:xfrm>
                          <a:custGeom>
                            <a:avLst/>
                            <a:gdLst>
                              <a:gd name="connsiteX0" fmla="*/ 0 w 2307772"/>
                              <a:gd name="connsiteY0" fmla="*/ 52313 h 207544"/>
                              <a:gd name="connsiteX1" fmla="*/ 1164772 w 2307772"/>
                              <a:gd name="connsiteY1" fmla="*/ 8770 h 207544"/>
                              <a:gd name="connsiteX2" fmla="*/ 1872343 w 2307772"/>
                              <a:gd name="connsiteY2" fmla="*/ 204713 h 207544"/>
                              <a:gd name="connsiteX3" fmla="*/ 2307772 w 2307772"/>
                              <a:gd name="connsiteY3" fmla="*/ 106741 h 207544"/>
                            </a:gdLst>
                            <a:ahLst/>
                            <a:cxnLst>
                              <a:cxn ang="0">
                                <a:pos x="connsiteX0" y="connsiteY0"/>
                              </a:cxn>
                              <a:cxn ang="0">
                                <a:pos x="connsiteX1" y="connsiteY1"/>
                              </a:cxn>
                              <a:cxn ang="0">
                                <a:pos x="connsiteX2" y="connsiteY2"/>
                              </a:cxn>
                              <a:cxn ang="0">
                                <a:pos x="connsiteX3" y="connsiteY3"/>
                              </a:cxn>
                            </a:cxnLst>
                            <a:rect l="l" t="t" r="r" b="b"/>
                            <a:pathLst>
                              <a:path w="2307772" h="207544">
                                <a:moveTo>
                                  <a:pt x="0" y="52313"/>
                                </a:moveTo>
                                <a:cubicBezTo>
                                  <a:pt x="426357" y="17841"/>
                                  <a:pt x="852715" y="-16630"/>
                                  <a:pt x="1164772" y="8770"/>
                                </a:cubicBezTo>
                                <a:cubicBezTo>
                                  <a:pt x="1476829" y="34170"/>
                                  <a:pt x="1681843" y="188385"/>
                                  <a:pt x="1872343" y="204713"/>
                                </a:cubicBezTo>
                                <a:cubicBezTo>
                                  <a:pt x="2062843" y="221041"/>
                                  <a:pt x="2185307" y="163891"/>
                                  <a:pt x="2307772" y="106741"/>
                                </a:cubicBezTo>
                              </a:path>
                            </a:pathLst>
                          </a:custGeom>
                          <a:noFill/>
                          <a:ln w="101600">
                            <a:solidFill>
                              <a:srgbClr val="94612E"/>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46" name="Freeform 20"/>
                        <wps:cNvSpPr/>
                        <wps:spPr>
                          <a:xfrm>
                            <a:off x="2471057" y="326571"/>
                            <a:ext cx="2329543" cy="231632"/>
                          </a:xfrm>
                          <a:custGeom>
                            <a:avLst/>
                            <a:gdLst>
                              <a:gd name="connsiteX0" fmla="*/ 0 w 2329543"/>
                              <a:gd name="connsiteY0" fmla="*/ 206920 h 231632"/>
                              <a:gd name="connsiteX1" fmla="*/ 555171 w 2329543"/>
                              <a:gd name="connsiteY1" fmla="*/ 91 h 231632"/>
                              <a:gd name="connsiteX2" fmla="*/ 1317171 w 2329543"/>
                              <a:gd name="connsiteY2" fmla="*/ 228691 h 231632"/>
                              <a:gd name="connsiteX3" fmla="*/ 2329543 w 2329543"/>
                              <a:gd name="connsiteY3" fmla="*/ 108948 h 231632"/>
                            </a:gdLst>
                            <a:ahLst/>
                            <a:cxnLst>
                              <a:cxn ang="0">
                                <a:pos x="connsiteX0" y="connsiteY0"/>
                              </a:cxn>
                              <a:cxn ang="0">
                                <a:pos x="connsiteX1" y="connsiteY1"/>
                              </a:cxn>
                              <a:cxn ang="0">
                                <a:pos x="connsiteX2" y="connsiteY2"/>
                              </a:cxn>
                              <a:cxn ang="0">
                                <a:pos x="connsiteX3" y="connsiteY3"/>
                              </a:cxn>
                            </a:cxnLst>
                            <a:rect l="l" t="t" r="r" b="b"/>
                            <a:pathLst>
                              <a:path w="2329543" h="231632">
                                <a:moveTo>
                                  <a:pt x="0" y="206920"/>
                                </a:moveTo>
                                <a:cubicBezTo>
                                  <a:pt x="167821" y="101691"/>
                                  <a:pt x="335643" y="-3537"/>
                                  <a:pt x="555171" y="91"/>
                                </a:cubicBezTo>
                                <a:cubicBezTo>
                                  <a:pt x="774699" y="3719"/>
                                  <a:pt x="1021442" y="210548"/>
                                  <a:pt x="1317171" y="228691"/>
                                </a:cubicBezTo>
                                <a:cubicBezTo>
                                  <a:pt x="1612900" y="246834"/>
                                  <a:pt x="1971221" y="177891"/>
                                  <a:pt x="2329543" y="108948"/>
                                </a:cubicBezTo>
                              </a:path>
                            </a:pathLst>
                          </a:custGeom>
                          <a:noFill/>
                          <a:ln w="101600">
                            <a:solidFill>
                              <a:srgbClr val="94612E"/>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1AB0613A" id="Group 44" o:spid="_x0000_s1026" style="position:absolute;margin-left:237.6pt;margin-top:16.2pt;width:216.9pt;height:67.45pt;z-index:251662336;mso-width-relative:margin;mso-height-relative:margin" coordsize="48006,958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">
                <v:shape id="Freeform 6" o:spid="_x0000_s1027" style="position:absolute;width:23186;height:2689;visibility:visible;mso-wrap-style:square;v-text-anchor:middle" coordsize="2318657,2689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" path="m,174171v361950,58057,723900,116114,1110343,87086c1496786,232229,1907721,116114,2318657,e" filled="f" strokecolor="#94612e" strokeweight="8pt">
                  <v:path arrowok="t" o:connecttype="custom" o:connectlocs="0,174171;1110343,261257;2318657,0" o:connectangles="0,0,0"/>
                </v:shape>
                <v:shape id="Freeform 7" o:spid="_x0000_s1028" style="position:absolute;left:326;top:2939;width:22642;height:2620;rotation:1365472fd;visibility:visible;mso-wrap-style:square;v-text-anchor:middle" coordsize="2264229,262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" path="m,21997v188686,-19050,377372,-38100,674915,c972458,60097,1520371,219754,1785257,250597v264886,30843,371929,-6350,478972,-43543e" filled="f" strokecolor="#94612e" strokeweight="8pt">
                  <v:path arrowok="t" o:connecttype="custom" o:connectlocs="0,21997;674915,21997;1785257,250597;2264229,207054" o:connectangles="0,0,0,0"/>
                </v:shape>
                <v:shape id="Freeform 10" o:spid="_x0000_s1029" style="position:absolute;left:14369;top:3810;width:22098;height:1711;rotation:-1026659fd;visibility:visible;mso-wrap-style:square;v-text-anchor:middle" coordsize="2209800,1711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" path="m,40568c381907,13353,763814,-13861,1132114,7911v368300,21771,722993,92528,1077686,163286e" filled="f" strokecolor="#94612e" strokeweight="8pt">
                  <v:path arrowok="t" o:connecttype="custom" o:connectlocs="0,40568;1132114,7911;2209800,171197" o:connectangles="0,0,0"/>
                </v:shape>
                <v:shape id="Freeform 11" o:spid="_x0000_s1030" style="position:absolute;left:326;top:6096;width:21118;height:3491;rotation:267759fd;visibility:visible;mso-wrap-style:square;v-text-anchor:middle" coordsize="2111829,3491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" path="m,349133c439057,181311,878114,13490,1230086,790v351972,-12700,616857,129721,881743,272143e" filled="f" strokecolor="#94612e" strokeweight="8pt">
                  <v:path arrowok="t" o:connecttype="custom" o:connectlocs="0,349133;1230086,790;2111829,272933" o:connectangles="0,0,0"/>
                </v:shape>
                <v:shape id="Freeform 12" o:spid="_x0000_s1031" style="position:absolute;left:8164;top:870;width:25146;height:1851;visibility:visible;mso-wrap-style:square;v-text-anchor:middle" coordsize="2514600,1850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" path="m,c282121,68943,564243,137886,870857,152400v306614,14514,694872,-70757,968829,-65314c2113643,92529,2314121,138793,2514600,185057e" filled="f" strokecolor="#94612e" strokeweight="8pt">
                  <v:path arrowok="t" o:connecttype="custom" o:connectlocs="0,0;870857,152400;1839686,87086;2514600,185057" o:connectangles="0,0,0,0"/>
                </v:shape>
                <v:shape id="Freeform 13" o:spid="_x0000_s1032" style="position:absolute;left:22642;top:1306;width:25255;height:1853;visibility:visible;mso-wrap-style:square;v-text-anchor:middle" coordsize="2525486,1853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" path="m,152666c524329,73744,1048658,-5177,1469572,266v420914,5443,738414,95250,1055914,185057e" filled="f" strokecolor="#94612e" strokeweight="8pt">
                  <v:path arrowok="t" o:connecttype="custom" o:connectlocs="0,152666;1469572,266;2525486,185323" o:connectangles="0,0,0"/>
                </v:shape>
                <v:shape id="Freeform 14" o:spid="_x0000_s1033" style="position:absolute;left:20791;top:2068;width:24929;height:2793;visibility:visible;mso-wrap-style:square;v-text-anchor:middle" coordsize="2492829,2793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" path="m,145964v393700,74385,787400,148771,1143000,130628c1498600,258449,1908629,82464,2133600,37107,2358571,-8250,2425700,-1900,2492829,4450e" filled="f" strokecolor="#94612e" strokeweight="8pt">
                  <v:path arrowok="t" o:connecttype="custom" o:connectlocs="0,145964;1143000,276592;2133600,37107;2492829,4450" o:connectangles="0,0,0,0"/>
                </v:shape>
                <v:shape id="Freeform 15" o:spid="_x0000_s1034" style="position:absolute;left:20295;top:1288;width:24276;height:1401;rotation:-964044fd;visibility:visible;mso-wrap-style:square;v-text-anchor:middle" coordsize="2427514,1401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" path="m,119743v695778,15421,1391557,30843,1796143,10886c2200729,110672,2314121,55336,2427514,e" filled="f" strokecolor="#94612e" strokeweight="8pt">
                  <v:path arrowok="t" o:connecttype="custom" o:connectlocs="0,119743;1796143,130629;2427514,0" o:connectangles="0,0,0"/>
                </v:shape>
                <v:shape id="Freeform 17" o:spid="_x0000_s1035" style="position:absolute;left:9579;top:7511;width:21880;height:765;visibility:visible;mso-wrap-style:square;v-text-anchor:middle" coordsize="2188029,765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" path="m,54737c568779,25708,1137558,-3320,1502229,308v364671,3628,525235,39914,685800,76200e" filled="f" strokecolor="#94612e" strokeweight="8pt">
                  <v:path arrowok="t" o:connecttype="custom" o:connectlocs="0,54737;1502229,308;2188029,76508" o:connectangles="0,0,0"/>
                </v:shape>
                <v:shape id="Freeform 18" o:spid="_x0000_s1036" style="position:absolute;left:19919;top:5878;width:23513;height:1738;flip:y;visibility:visible;mso-wrap-style:square;v-text-anchor:middle" coordsize="2351314,2990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" path="m,183407v386443,68943,772886,137886,1110343,108857c1447800,263235,1817915,41892,2024743,9235v206828,-32657,266699,27214,326571,87086e" filled="f" strokecolor="#94612e" strokeweight="8pt">
                  <v:path arrowok="t" o:connecttype="custom" o:connectlocs="0,106619;1110343,169901;2024743,5369;2351314,55994" o:connectangles="0,0,0,0"/>
                </v:shape>
                <v:shape id="Freeform 19" o:spid="_x0000_s1037" style="position:absolute;left:24492;top:7511;width:23078;height:2075;rotation:-418137fd;visibility:visible;mso-wrap-style:square;v-text-anchor:middle" coordsize="2307772,2075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" path="m,52313c426357,17841,852715,-16630,1164772,8770v312057,25400,517071,179615,707571,195943c2062843,221041,2185307,163891,2307772,106741e" filled="f" strokecolor="#94612e" strokeweight="8pt">
                  <v:path arrowok="t" o:connecttype="custom" o:connectlocs="0,52313;1164772,8770;1872343,204713;2307772,106741" o:connectangles="0,0,0,0"/>
                </v:shape>
                <v:shape id="Freeform 20" o:spid="_x0000_s1038" style="position:absolute;left:24710;top:3265;width:23296;height:2317;visibility:visible;mso-wrap-style:square;v-text-anchor:middle" coordsize="2329543,2316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" path="m,206920c167821,101691,335643,-3537,555171,91v219528,3628,466271,210457,762000,228600c1612900,246834,1971221,177891,2329543,108948e" filled="f" strokecolor="#94612e" strokeweight="8pt">
                  <v:path arrowok="t" o:connecttype="custom" o:connectlocs="0,206920;555171,91;1317171,228691;2329543,108948" o:connectangles="0,0,0,0"/>
                </v:shape>
              </v:group>
            </w:pict>
          </mc:Fallback>
        </mc:AlternateContent>
      </w:r>
      <w:r w:rsidRPr="00B20090">
        <mc:AlternateContent>
          <mc:Choice Requires="wpg">
            <w:drawing>
              <wp:anchor distT="0" distB="0" distL="114300" distR="114300" simplePos="0" relativeHeight="251660288" behindDoc="0" locked="0" layoutInCell="1" allowOverlap="1" wp14:anchorId="764EFD5D" wp14:editId="79B15D84">
                <wp:simplePos x="0" y="0"/>
                <wp:positionH relativeFrom="column">
                  <wp:posOffset>-72390</wp:posOffset>
                </wp:positionH>
                <wp:positionV relativeFrom="paragraph">
                  <wp:posOffset>50165</wp:posOffset>
                </wp:positionV>
                <wp:extent cx="2937510" cy="1184910"/>
                <wp:effectExtent l="19050" t="19050" r="34290" b="53340"/>
                <wp:wrapNone/>
                <wp:docPr id="6" name="Group 16"/>
                <wp:cNvGraphicFramePr xmlns:a="http://schemas.openxmlformats.org/drawingml/2006/main"/>
                <a:graphic xmlns:a="http://schemas.openxmlformats.org/drawingml/2006/main">
                  <a:graphicData uri="http://schemas.microsoft.com/office/word/2010/wordprocessingGroup">
                    <wpg:wgp>
                      <wpg:cNvGrpSpPr/>
                      <wpg:grpSpPr>
                        <a:xfrm>
                          <a:off x="0" y="0"/>
                          <a:ext cx="2937510" cy="1184910"/>
                          <a:chOff x="0" y="0"/>
                          <a:chExt cx="5262426" cy="991235"/>
                        </a:xfrm>
                      </wpg:grpSpPr>
                      <wpg:grpSp>
                        <wpg:cNvPr id="7" name="Group 7"/>
                        <wpg:cNvGrpSpPr/>
                        <wpg:grpSpPr>
                          <a:xfrm>
                            <a:off x="0" y="0"/>
                            <a:ext cx="3101974" cy="991235"/>
                            <a:chOff x="0" y="0"/>
                            <a:chExt cx="4865914" cy="991390"/>
                          </a:xfrm>
                        </wpg:grpSpPr>
                        <wps:wsp>
                          <wps:cNvPr id="8" name="Freeform 23"/>
                          <wps:cNvSpPr/>
                          <wps:spPr>
                            <a:xfrm>
                              <a:off x="0" y="32657"/>
                              <a:ext cx="2318657" cy="268977"/>
                            </a:xfrm>
                            <a:custGeom>
                              <a:avLst/>
                              <a:gdLst>
                                <a:gd name="connsiteX0" fmla="*/ 0 w 2318657"/>
                                <a:gd name="connsiteY0" fmla="*/ 174171 h 268977"/>
                                <a:gd name="connsiteX1" fmla="*/ 1110343 w 2318657"/>
                                <a:gd name="connsiteY1" fmla="*/ 261257 h 268977"/>
                                <a:gd name="connsiteX2" fmla="*/ 2318657 w 2318657"/>
                                <a:gd name="connsiteY2" fmla="*/ 0 h 268977"/>
                              </a:gdLst>
                              <a:ahLst/>
                              <a:cxnLst>
                                <a:cxn ang="0">
                                  <a:pos x="connsiteX0" y="connsiteY0"/>
                                </a:cxn>
                                <a:cxn ang="0">
                                  <a:pos x="connsiteX1" y="connsiteY1"/>
                                </a:cxn>
                                <a:cxn ang="0">
                                  <a:pos x="connsiteX2" y="connsiteY2"/>
                                </a:cxn>
                              </a:cxnLst>
                              <a:rect l="l" t="t" r="r" b="b"/>
                              <a:pathLst>
                                <a:path w="2318657" h="268977">
                                  <a:moveTo>
                                    <a:pt x="0" y="174171"/>
                                  </a:moveTo>
                                  <a:cubicBezTo>
                                    <a:pt x="361950" y="232228"/>
                                    <a:pt x="723900" y="290285"/>
                                    <a:pt x="1110343" y="261257"/>
                                  </a:cubicBezTo>
                                  <a:cubicBezTo>
                                    <a:pt x="1496786" y="232229"/>
                                    <a:pt x="1907721" y="116114"/>
                                    <a:pt x="2318657" y="0"/>
                                  </a:cubicBezTo>
                                </a:path>
                              </a:pathLst>
                            </a:custGeom>
                            <a:noFill/>
                            <a:ln w="101600">
                              <a:solidFill>
                                <a:srgbClr val="94612E"/>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10" name="Freeform 24"/>
                          <wps:cNvSpPr/>
                          <wps:spPr>
                            <a:xfrm>
                              <a:off x="32656" y="326572"/>
                              <a:ext cx="2264229" cy="262052"/>
                            </a:xfrm>
                            <a:custGeom>
                              <a:avLst/>
                              <a:gdLst>
                                <a:gd name="connsiteX0" fmla="*/ 0 w 2264229"/>
                                <a:gd name="connsiteY0" fmla="*/ 21997 h 262052"/>
                                <a:gd name="connsiteX1" fmla="*/ 674915 w 2264229"/>
                                <a:gd name="connsiteY1" fmla="*/ 21997 h 262052"/>
                                <a:gd name="connsiteX2" fmla="*/ 1785257 w 2264229"/>
                                <a:gd name="connsiteY2" fmla="*/ 250597 h 262052"/>
                                <a:gd name="connsiteX3" fmla="*/ 2264229 w 2264229"/>
                                <a:gd name="connsiteY3" fmla="*/ 207054 h 262052"/>
                              </a:gdLst>
                              <a:ahLst/>
                              <a:cxnLst>
                                <a:cxn ang="0">
                                  <a:pos x="connsiteX0" y="connsiteY0"/>
                                </a:cxn>
                                <a:cxn ang="0">
                                  <a:pos x="connsiteX1" y="connsiteY1"/>
                                </a:cxn>
                                <a:cxn ang="0">
                                  <a:pos x="connsiteX2" y="connsiteY2"/>
                                </a:cxn>
                                <a:cxn ang="0">
                                  <a:pos x="connsiteX3" y="connsiteY3"/>
                                </a:cxn>
                              </a:cxnLst>
                              <a:rect l="l" t="t" r="r" b="b"/>
                              <a:pathLst>
                                <a:path w="2264229" h="262052">
                                  <a:moveTo>
                                    <a:pt x="0" y="21997"/>
                                  </a:moveTo>
                                  <a:cubicBezTo>
                                    <a:pt x="188686" y="2947"/>
                                    <a:pt x="377372" y="-16103"/>
                                    <a:pt x="674915" y="21997"/>
                                  </a:cubicBezTo>
                                  <a:cubicBezTo>
                                    <a:pt x="972458" y="60097"/>
                                    <a:pt x="1520371" y="219754"/>
                                    <a:pt x="1785257" y="250597"/>
                                  </a:cubicBezTo>
                                  <a:cubicBezTo>
                                    <a:pt x="2050143" y="281440"/>
                                    <a:pt x="2157186" y="244247"/>
                                    <a:pt x="2264229" y="207054"/>
                                  </a:cubicBezTo>
                                </a:path>
                              </a:pathLst>
                            </a:custGeom>
                            <a:noFill/>
                            <a:ln w="101600">
                              <a:solidFill>
                                <a:srgbClr val="94612E"/>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11" name="Freeform 25"/>
                          <wps:cNvSpPr/>
                          <wps:spPr>
                            <a:xfrm>
                              <a:off x="532024" y="413657"/>
                              <a:ext cx="2209800" cy="171197"/>
                            </a:xfrm>
                            <a:custGeom>
                              <a:avLst/>
                              <a:gdLst>
                                <a:gd name="connsiteX0" fmla="*/ 0 w 2209800"/>
                                <a:gd name="connsiteY0" fmla="*/ 40568 h 171197"/>
                                <a:gd name="connsiteX1" fmla="*/ 1132114 w 2209800"/>
                                <a:gd name="connsiteY1" fmla="*/ 7911 h 171197"/>
                                <a:gd name="connsiteX2" fmla="*/ 2209800 w 2209800"/>
                                <a:gd name="connsiteY2" fmla="*/ 171197 h 171197"/>
                              </a:gdLst>
                              <a:ahLst/>
                              <a:cxnLst>
                                <a:cxn ang="0">
                                  <a:pos x="connsiteX0" y="connsiteY0"/>
                                </a:cxn>
                                <a:cxn ang="0">
                                  <a:pos x="connsiteX1" y="connsiteY1"/>
                                </a:cxn>
                                <a:cxn ang="0">
                                  <a:pos x="connsiteX2" y="connsiteY2"/>
                                </a:cxn>
                              </a:cxnLst>
                              <a:rect l="l" t="t" r="r" b="b"/>
                              <a:pathLst>
                                <a:path w="2209800" h="171197">
                                  <a:moveTo>
                                    <a:pt x="0" y="40568"/>
                                  </a:moveTo>
                                  <a:cubicBezTo>
                                    <a:pt x="381907" y="13353"/>
                                    <a:pt x="763814" y="-13861"/>
                                    <a:pt x="1132114" y="7911"/>
                                  </a:cubicBezTo>
                                  <a:cubicBezTo>
                                    <a:pt x="1500414" y="29682"/>
                                    <a:pt x="1855107" y="100439"/>
                                    <a:pt x="2209800" y="171197"/>
                                  </a:cubicBezTo>
                                </a:path>
                              </a:pathLst>
                            </a:custGeom>
                            <a:noFill/>
                            <a:ln w="101600">
                              <a:solidFill>
                                <a:srgbClr val="94612E"/>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12" name="Freeform 26"/>
                          <wps:cNvSpPr/>
                          <wps:spPr>
                            <a:xfrm>
                              <a:off x="32657" y="642257"/>
                              <a:ext cx="2111829" cy="349133"/>
                            </a:xfrm>
                            <a:custGeom>
                              <a:avLst/>
                              <a:gdLst>
                                <a:gd name="connsiteX0" fmla="*/ 0 w 2111829"/>
                                <a:gd name="connsiteY0" fmla="*/ 349133 h 349133"/>
                                <a:gd name="connsiteX1" fmla="*/ 1230086 w 2111829"/>
                                <a:gd name="connsiteY1" fmla="*/ 790 h 349133"/>
                                <a:gd name="connsiteX2" fmla="*/ 2111829 w 2111829"/>
                                <a:gd name="connsiteY2" fmla="*/ 272933 h 349133"/>
                              </a:gdLst>
                              <a:ahLst/>
                              <a:cxnLst>
                                <a:cxn ang="0">
                                  <a:pos x="connsiteX0" y="connsiteY0"/>
                                </a:cxn>
                                <a:cxn ang="0">
                                  <a:pos x="connsiteX1" y="connsiteY1"/>
                                </a:cxn>
                                <a:cxn ang="0">
                                  <a:pos x="connsiteX2" y="connsiteY2"/>
                                </a:cxn>
                              </a:cxnLst>
                              <a:rect l="l" t="t" r="r" b="b"/>
                              <a:pathLst>
                                <a:path w="2111829" h="349133">
                                  <a:moveTo>
                                    <a:pt x="0" y="349133"/>
                                  </a:moveTo>
                                  <a:cubicBezTo>
                                    <a:pt x="439057" y="181311"/>
                                    <a:pt x="878114" y="13490"/>
                                    <a:pt x="1230086" y="790"/>
                                  </a:cubicBezTo>
                                  <a:cubicBezTo>
                                    <a:pt x="1582058" y="-11910"/>
                                    <a:pt x="1846943" y="130511"/>
                                    <a:pt x="2111829" y="272933"/>
                                  </a:cubicBezTo>
                                </a:path>
                              </a:pathLst>
                            </a:custGeom>
                            <a:noFill/>
                            <a:ln w="101600">
                              <a:solidFill>
                                <a:srgbClr val="94612E"/>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13" name="Freeform 27"/>
                          <wps:cNvSpPr/>
                          <wps:spPr>
                            <a:xfrm>
                              <a:off x="816429" y="119742"/>
                              <a:ext cx="2514600" cy="185057"/>
                            </a:xfrm>
                            <a:custGeom>
                              <a:avLst/>
                              <a:gdLst>
                                <a:gd name="connsiteX0" fmla="*/ 0 w 2514600"/>
                                <a:gd name="connsiteY0" fmla="*/ 0 h 185057"/>
                                <a:gd name="connsiteX1" fmla="*/ 870857 w 2514600"/>
                                <a:gd name="connsiteY1" fmla="*/ 152400 h 185057"/>
                                <a:gd name="connsiteX2" fmla="*/ 1839686 w 2514600"/>
                                <a:gd name="connsiteY2" fmla="*/ 87086 h 185057"/>
                                <a:gd name="connsiteX3" fmla="*/ 2514600 w 2514600"/>
                                <a:gd name="connsiteY3" fmla="*/ 185057 h 185057"/>
                              </a:gdLst>
                              <a:ahLst/>
                              <a:cxnLst>
                                <a:cxn ang="0">
                                  <a:pos x="connsiteX0" y="connsiteY0"/>
                                </a:cxn>
                                <a:cxn ang="0">
                                  <a:pos x="connsiteX1" y="connsiteY1"/>
                                </a:cxn>
                                <a:cxn ang="0">
                                  <a:pos x="connsiteX2" y="connsiteY2"/>
                                </a:cxn>
                                <a:cxn ang="0">
                                  <a:pos x="connsiteX3" y="connsiteY3"/>
                                </a:cxn>
                              </a:cxnLst>
                              <a:rect l="l" t="t" r="r" b="b"/>
                              <a:pathLst>
                                <a:path w="2514600" h="185057">
                                  <a:moveTo>
                                    <a:pt x="0" y="0"/>
                                  </a:moveTo>
                                  <a:cubicBezTo>
                                    <a:pt x="282121" y="68943"/>
                                    <a:pt x="564243" y="137886"/>
                                    <a:pt x="870857" y="152400"/>
                                  </a:cubicBezTo>
                                  <a:cubicBezTo>
                                    <a:pt x="1177471" y="166914"/>
                                    <a:pt x="1565729" y="81643"/>
                                    <a:pt x="1839686" y="87086"/>
                                  </a:cubicBezTo>
                                  <a:cubicBezTo>
                                    <a:pt x="2113643" y="92529"/>
                                    <a:pt x="2314121" y="138793"/>
                                    <a:pt x="2514600" y="185057"/>
                                  </a:cubicBezTo>
                                </a:path>
                              </a:pathLst>
                            </a:custGeom>
                            <a:noFill/>
                            <a:ln w="101600">
                              <a:solidFill>
                                <a:srgbClr val="94612E"/>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14" name="Freeform 28"/>
                          <wps:cNvSpPr/>
                          <wps:spPr>
                            <a:xfrm>
                              <a:off x="2264227" y="163286"/>
                              <a:ext cx="2525486" cy="185323"/>
                            </a:xfrm>
                            <a:custGeom>
                              <a:avLst/>
                              <a:gdLst>
                                <a:gd name="connsiteX0" fmla="*/ 0 w 2525486"/>
                                <a:gd name="connsiteY0" fmla="*/ 152666 h 185323"/>
                                <a:gd name="connsiteX1" fmla="*/ 1469572 w 2525486"/>
                                <a:gd name="connsiteY1" fmla="*/ 266 h 185323"/>
                                <a:gd name="connsiteX2" fmla="*/ 2525486 w 2525486"/>
                                <a:gd name="connsiteY2" fmla="*/ 185323 h 185323"/>
                              </a:gdLst>
                              <a:ahLst/>
                              <a:cxnLst>
                                <a:cxn ang="0">
                                  <a:pos x="connsiteX0" y="connsiteY0"/>
                                </a:cxn>
                                <a:cxn ang="0">
                                  <a:pos x="connsiteX1" y="connsiteY1"/>
                                </a:cxn>
                                <a:cxn ang="0">
                                  <a:pos x="connsiteX2" y="connsiteY2"/>
                                </a:cxn>
                              </a:cxnLst>
                              <a:rect l="l" t="t" r="r" b="b"/>
                              <a:pathLst>
                                <a:path w="2525486" h="185323">
                                  <a:moveTo>
                                    <a:pt x="0" y="152666"/>
                                  </a:moveTo>
                                  <a:cubicBezTo>
                                    <a:pt x="524329" y="73744"/>
                                    <a:pt x="1048658" y="-5177"/>
                                    <a:pt x="1469572" y="266"/>
                                  </a:cubicBezTo>
                                  <a:cubicBezTo>
                                    <a:pt x="1890486" y="5709"/>
                                    <a:pt x="2207986" y="95516"/>
                                    <a:pt x="2525486" y="185323"/>
                                  </a:cubicBezTo>
                                </a:path>
                              </a:pathLst>
                            </a:custGeom>
                            <a:noFill/>
                            <a:ln w="101600">
                              <a:solidFill>
                                <a:srgbClr val="94612E"/>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15" name="Freeform 29"/>
                          <wps:cNvSpPr/>
                          <wps:spPr>
                            <a:xfrm>
                              <a:off x="2079171" y="239485"/>
                              <a:ext cx="2492829" cy="279354"/>
                            </a:xfrm>
                            <a:custGeom>
                              <a:avLst/>
                              <a:gdLst>
                                <a:gd name="connsiteX0" fmla="*/ 0 w 2492829"/>
                                <a:gd name="connsiteY0" fmla="*/ 145964 h 279354"/>
                                <a:gd name="connsiteX1" fmla="*/ 1143000 w 2492829"/>
                                <a:gd name="connsiteY1" fmla="*/ 276592 h 279354"/>
                                <a:gd name="connsiteX2" fmla="*/ 2133600 w 2492829"/>
                                <a:gd name="connsiteY2" fmla="*/ 37107 h 279354"/>
                                <a:gd name="connsiteX3" fmla="*/ 2492829 w 2492829"/>
                                <a:gd name="connsiteY3" fmla="*/ 4450 h 279354"/>
                              </a:gdLst>
                              <a:ahLst/>
                              <a:cxnLst>
                                <a:cxn ang="0">
                                  <a:pos x="connsiteX0" y="connsiteY0"/>
                                </a:cxn>
                                <a:cxn ang="0">
                                  <a:pos x="connsiteX1" y="connsiteY1"/>
                                </a:cxn>
                                <a:cxn ang="0">
                                  <a:pos x="connsiteX2" y="connsiteY2"/>
                                </a:cxn>
                                <a:cxn ang="0">
                                  <a:pos x="connsiteX3" y="connsiteY3"/>
                                </a:cxn>
                              </a:cxnLst>
                              <a:rect l="l" t="t" r="r" b="b"/>
                              <a:pathLst>
                                <a:path w="2492829" h="279354">
                                  <a:moveTo>
                                    <a:pt x="0" y="145964"/>
                                  </a:moveTo>
                                  <a:cubicBezTo>
                                    <a:pt x="393700" y="220349"/>
                                    <a:pt x="787400" y="294735"/>
                                    <a:pt x="1143000" y="276592"/>
                                  </a:cubicBezTo>
                                  <a:cubicBezTo>
                                    <a:pt x="1498600" y="258449"/>
                                    <a:pt x="1908629" y="82464"/>
                                    <a:pt x="2133600" y="37107"/>
                                  </a:cubicBezTo>
                                  <a:cubicBezTo>
                                    <a:pt x="2358571" y="-8250"/>
                                    <a:pt x="2425700" y="-1900"/>
                                    <a:pt x="2492829" y="4450"/>
                                  </a:cubicBezTo>
                                </a:path>
                              </a:pathLst>
                            </a:custGeom>
                            <a:noFill/>
                            <a:ln w="101600">
                              <a:solidFill>
                                <a:srgbClr val="94612E"/>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16" name="Freeform 30"/>
                          <wps:cNvSpPr/>
                          <wps:spPr>
                            <a:xfrm>
                              <a:off x="2438400" y="0"/>
                              <a:ext cx="2427514" cy="140106"/>
                            </a:xfrm>
                            <a:custGeom>
                              <a:avLst/>
                              <a:gdLst>
                                <a:gd name="connsiteX0" fmla="*/ 0 w 2427514"/>
                                <a:gd name="connsiteY0" fmla="*/ 119743 h 140106"/>
                                <a:gd name="connsiteX1" fmla="*/ 1796143 w 2427514"/>
                                <a:gd name="connsiteY1" fmla="*/ 130629 h 140106"/>
                                <a:gd name="connsiteX2" fmla="*/ 2427514 w 2427514"/>
                                <a:gd name="connsiteY2" fmla="*/ 0 h 140106"/>
                              </a:gdLst>
                              <a:ahLst/>
                              <a:cxnLst>
                                <a:cxn ang="0">
                                  <a:pos x="connsiteX0" y="connsiteY0"/>
                                </a:cxn>
                                <a:cxn ang="0">
                                  <a:pos x="connsiteX1" y="connsiteY1"/>
                                </a:cxn>
                                <a:cxn ang="0">
                                  <a:pos x="connsiteX2" y="connsiteY2"/>
                                </a:cxn>
                              </a:cxnLst>
                              <a:rect l="l" t="t" r="r" b="b"/>
                              <a:pathLst>
                                <a:path w="2427514" h="140106">
                                  <a:moveTo>
                                    <a:pt x="0" y="119743"/>
                                  </a:moveTo>
                                  <a:cubicBezTo>
                                    <a:pt x="695778" y="135164"/>
                                    <a:pt x="1391557" y="150586"/>
                                    <a:pt x="1796143" y="130629"/>
                                  </a:cubicBezTo>
                                  <a:cubicBezTo>
                                    <a:pt x="2200729" y="110672"/>
                                    <a:pt x="2314121" y="55336"/>
                                    <a:pt x="2427514" y="0"/>
                                  </a:cubicBezTo>
                                </a:path>
                              </a:pathLst>
                            </a:custGeom>
                            <a:noFill/>
                            <a:ln w="101600">
                              <a:solidFill>
                                <a:srgbClr val="94612E"/>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17" name="Freeform 31"/>
                          <wps:cNvSpPr/>
                          <wps:spPr>
                            <a:xfrm>
                              <a:off x="957943" y="783772"/>
                              <a:ext cx="2188029" cy="76508"/>
                            </a:xfrm>
                            <a:custGeom>
                              <a:avLst/>
                              <a:gdLst>
                                <a:gd name="connsiteX0" fmla="*/ 0 w 2188029"/>
                                <a:gd name="connsiteY0" fmla="*/ 54737 h 76508"/>
                                <a:gd name="connsiteX1" fmla="*/ 1502229 w 2188029"/>
                                <a:gd name="connsiteY1" fmla="*/ 308 h 76508"/>
                                <a:gd name="connsiteX2" fmla="*/ 2188029 w 2188029"/>
                                <a:gd name="connsiteY2" fmla="*/ 76508 h 76508"/>
                              </a:gdLst>
                              <a:ahLst/>
                              <a:cxnLst>
                                <a:cxn ang="0">
                                  <a:pos x="connsiteX0" y="connsiteY0"/>
                                </a:cxn>
                                <a:cxn ang="0">
                                  <a:pos x="connsiteX1" y="connsiteY1"/>
                                </a:cxn>
                                <a:cxn ang="0">
                                  <a:pos x="connsiteX2" y="connsiteY2"/>
                                </a:cxn>
                              </a:cxnLst>
                              <a:rect l="l" t="t" r="r" b="b"/>
                              <a:pathLst>
                                <a:path w="2188029" h="76508">
                                  <a:moveTo>
                                    <a:pt x="0" y="54737"/>
                                  </a:moveTo>
                                  <a:cubicBezTo>
                                    <a:pt x="568779" y="25708"/>
                                    <a:pt x="1137558" y="-3320"/>
                                    <a:pt x="1502229" y="308"/>
                                  </a:cubicBezTo>
                                  <a:cubicBezTo>
                                    <a:pt x="1866900" y="3936"/>
                                    <a:pt x="2027464" y="40222"/>
                                    <a:pt x="2188029" y="76508"/>
                                  </a:cubicBezTo>
                                </a:path>
                              </a:pathLst>
                            </a:custGeom>
                            <a:noFill/>
                            <a:ln w="101600">
                              <a:solidFill>
                                <a:srgbClr val="94612E"/>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18" name="Freeform 32"/>
                          <wps:cNvSpPr/>
                          <wps:spPr>
                            <a:xfrm flipV="1">
                              <a:off x="1991931" y="620485"/>
                              <a:ext cx="2351314" cy="173860"/>
                            </a:xfrm>
                            <a:custGeom>
                              <a:avLst/>
                              <a:gdLst>
                                <a:gd name="connsiteX0" fmla="*/ 0 w 2351314"/>
                                <a:gd name="connsiteY0" fmla="*/ 183407 h 299075"/>
                                <a:gd name="connsiteX1" fmla="*/ 1110343 w 2351314"/>
                                <a:gd name="connsiteY1" fmla="*/ 292264 h 299075"/>
                                <a:gd name="connsiteX2" fmla="*/ 2024743 w 2351314"/>
                                <a:gd name="connsiteY2" fmla="*/ 9235 h 299075"/>
                                <a:gd name="connsiteX3" fmla="*/ 2351314 w 2351314"/>
                                <a:gd name="connsiteY3" fmla="*/ 96321 h 299075"/>
                              </a:gdLst>
                              <a:ahLst/>
                              <a:cxnLst>
                                <a:cxn ang="0">
                                  <a:pos x="connsiteX0" y="connsiteY0"/>
                                </a:cxn>
                                <a:cxn ang="0">
                                  <a:pos x="connsiteX1" y="connsiteY1"/>
                                </a:cxn>
                                <a:cxn ang="0">
                                  <a:pos x="connsiteX2" y="connsiteY2"/>
                                </a:cxn>
                                <a:cxn ang="0">
                                  <a:pos x="connsiteX3" y="connsiteY3"/>
                                </a:cxn>
                              </a:cxnLst>
                              <a:rect l="l" t="t" r="r" b="b"/>
                              <a:pathLst>
                                <a:path w="2351314" h="299075">
                                  <a:moveTo>
                                    <a:pt x="0" y="183407"/>
                                  </a:moveTo>
                                  <a:cubicBezTo>
                                    <a:pt x="386443" y="252350"/>
                                    <a:pt x="772886" y="321293"/>
                                    <a:pt x="1110343" y="292264"/>
                                  </a:cubicBezTo>
                                  <a:cubicBezTo>
                                    <a:pt x="1447800" y="263235"/>
                                    <a:pt x="1817915" y="41892"/>
                                    <a:pt x="2024743" y="9235"/>
                                  </a:cubicBezTo>
                                  <a:cubicBezTo>
                                    <a:pt x="2231571" y="-23422"/>
                                    <a:pt x="2291442" y="36449"/>
                                    <a:pt x="2351314" y="96321"/>
                                  </a:cubicBezTo>
                                </a:path>
                              </a:pathLst>
                            </a:custGeom>
                            <a:noFill/>
                            <a:ln w="101600">
                              <a:solidFill>
                                <a:srgbClr val="94612E"/>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19" name="Freeform 33"/>
                          <wps:cNvSpPr/>
                          <wps:spPr>
                            <a:xfrm rot="21217184">
                              <a:off x="2449287" y="783771"/>
                              <a:ext cx="2307772" cy="207544"/>
                            </a:xfrm>
                            <a:custGeom>
                              <a:avLst/>
                              <a:gdLst>
                                <a:gd name="connsiteX0" fmla="*/ 0 w 2307772"/>
                                <a:gd name="connsiteY0" fmla="*/ 52313 h 207544"/>
                                <a:gd name="connsiteX1" fmla="*/ 1164772 w 2307772"/>
                                <a:gd name="connsiteY1" fmla="*/ 8770 h 207544"/>
                                <a:gd name="connsiteX2" fmla="*/ 1872343 w 2307772"/>
                                <a:gd name="connsiteY2" fmla="*/ 204713 h 207544"/>
                                <a:gd name="connsiteX3" fmla="*/ 2307772 w 2307772"/>
                                <a:gd name="connsiteY3" fmla="*/ 106741 h 207544"/>
                              </a:gdLst>
                              <a:ahLst/>
                              <a:cxnLst>
                                <a:cxn ang="0">
                                  <a:pos x="connsiteX0" y="connsiteY0"/>
                                </a:cxn>
                                <a:cxn ang="0">
                                  <a:pos x="connsiteX1" y="connsiteY1"/>
                                </a:cxn>
                                <a:cxn ang="0">
                                  <a:pos x="connsiteX2" y="connsiteY2"/>
                                </a:cxn>
                                <a:cxn ang="0">
                                  <a:pos x="connsiteX3" y="connsiteY3"/>
                                </a:cxn>
                              </a:cxnLst>
                              <a:rect l="l" t="t" r="r" b="b"/>
                              <a:pathLst>
                                <a:path w="2307772" h="207544">
                                  <a:moveTo>
                                    <a:pt x="0" y="52313"/>
                                  </a:moveTo>
                                  <a:cubicBezTo>
                                    <a:pt x="426357" y="17841"/>
                                    <a:pt x="852715" y="-16630"/>
                                    <a:pt x="1164772" y="8770"/>
                                  </a:cubicBezTo>
                                  <a:cubicBezTo>
                                    <a:pt x="1476829" y="34170"/>
                                    <a:pt x="1681843" y="188385"/>
                                    <a:pt x="1872343" y="204713"/>
                                  </a:cubicBezTo>
                                  <a:cubicBezTo>
                                    <a:pt x="2062843" y="221041"/>
                                    <a:pt x="2185307" y="163891"/>
                                    <a:pt x="2307772" y="106741"/>
                                  </a:cubicBezTo>
                                </a:path>
                              </a:pathLst>
                            </a:custGeom>
                            <a:noFill/>
                            <a:ln w="101600">
                              <a:solidFill>
                                <a:srgbClr val="94612E"/>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20" name="Freeform 34"/>
                          <wps:cNvSpPr/>
                          <wps:spPr>
                            <a:xfrm>
                              <a:off x="2471057" y="359228"/>
                              <a:ext cx="2329543" cy="231632"/>
                            </a:xfrm>
                            <a:custGeom>
                              <a:avLst/>
                              <a:gdLst>
                                <a:gd name="connsiteX0" fmla="*/ 0 w 2329543"/>
                                <a:gd name="connsiteY0" fmla="*/ 206920 h 231632"/>
                                <a:gd name="connsiteX1" fmla="*/ 555171 w 2329543"/>
                                <a:gd name="connsiteY1" fmla="*/ 91 h 231632"/>
                                <a:gd name="connsiteX2" fmla="*/ 1317171 w 2329543"/>
                                <a:gd name="connsiteY2" fmla="*/ 228691 h 231632"/>
                                <a:gd name="connsiteX3" fmla="*/ 2329543 w 2329543"/>
                                <a:gd name="connsiteY3" fmla="*/ 108948 h 231632"/>
                              </a:gdLst>
                              <a:ahLst/>
                              <a:cxnLst>
                                <a:cxn ang="0">
                                  <a:pos x="connsiteX0" y="connsiteY0"/>
                                </a:cxn>
                                <a:cxn ang="0">
                                  <a:pos x="connsiteX1" y="connsiteY1"/>
                                </a:cxn>
                                <a:cxn ang="0">
                                  <a:pos x="connsiteX2" y="connsiteY2"/>
                                </a:cxn>
                                <a:cxn ang="0">
                                  <a:pos x="connsiteX3" y="connsiteY3"/>
                                </a:cxn>
                              </a:cxnLst>
                              <a:rect l="l" t="t" r="r" b="b"/>
                              <a:pathLst>
                                <a:path w="2329543" h="231632">
                                  <a:moveTo>
                                    <a:pt x="0" y="206920"/>
                                  </a:moveTo>
                                  <a:cubicBezTo>
                                    <a:pt x="167821" y="101691"/>
                                    <a:pt x="335643" y="-3537"/>
                                    <a:pt x="555171" y="91"/>
                                  </a:cubicBezTo>
                                  <a:cubicBezTo>
                                    <a:pt x="774699" y="3719"/>
                                    <a:pt x="1021442" y="210548"/>
                                    <a:pt x="1317171" y="228691"/>
                                  </a:cubicBezTo>
                                  <a:cubicBezTo>
                                    <a:pt x="1612900" y="246834"/>
                                    <a:pt x="1971221" y="177891"/>
                                    <a:pt x="2329543" y="108948"/>
                                  </a:cubicBezTo>
                                </a:path>
                              </a:pathLst>
                            </a:custGeom>
                            <a:noFill/>
                            <a:ln w="101600">
                              <a:solidFill>
                                <a:srgbClr val="94612E"/>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g:grpSp>
                      <wpg:grpSp>
                        <wpg:cNvPr id="21" name="Group 21"/>
                        <wpg:cNvGrpSpPr/>
                        <wpg:grpSpPr>
                          <a:xfrm rot="10800000">
                            <a:off x="21771" y="32658"/>
                            <a:ext cx="5240655" cy="871219"/>
                            <a:chOff x="21771" y="32658"/>
                            <a:chExt cx="8220396" cy="871573"/>
                          </a:xfrm>
                        </wpg:grpSpPr>
                        <wps:wsp>
                          <wps:cNvPr id="22" name="Freeform 36"/>
                          <wps:cNvSpPr/>
                          <wps:spPr>
                            <a:xfrm>
                              <a:off x="91959" y="44260"/>
                              <a:ext cx="2318657" cy="170346"/>
                            </a:xfrm>
                            <a:custGeom>
                              <a:avLst/>
                              <a:gdLst>
                                <a:gd name="connsiteX0" fmla="*/ 0 w 2318657"/>
                                <a:gd name="connsiteY0" fmla="*/ 174171 h 268977"/>
                                <a:gd name="connsiteX1" fmla="*/ 1110343 w 2318657"/>
                                <a:gd name="connsiteY1" fmla="*/ 261257 h 268977"/>
                                <a:gd name="connsiteX2" fmla="*/ 2318657 w 2318657"/>
                                <a:gd name="connsiteY2" fmla="*/ 0 h 268977"/>
                              </a:gdLst>
                              <a:ahLst/>
                              <a:cxnLst>
                                <a:cxn ang="0">
                                  <a:pos x="connsiteX0" y="connsiteY0"/>
                                </a:cxn>
                                <a:cxn ang="0">
                                  <a:pos x="connsiteX1" y="connsiteY1"/>
                                </a:cxn>
                                <a:cxn ang="0">
                                  <a:pos x="connsiteX2" y="connsiteY2"/>
                                </a:cxn>
                              </a:cxnLst>
                              <a:rect l="l" t="t" r="r" b="b"/>
                              <a:pathLst>
                                <a:path w="2318657" h="268977">
                                  <a:moveTo>
                                    <a:pt x="0" y="174171"/>
                                  </a:moveTo>
                                  <a:cubicBezTo>
                                    <a:pt x="361950" y="232228"/>
                                    <a:pt x="723900" y="290285"/>
                                    <a:pt x="1110343" y="261257"/>
                                  </a:cubicBezTo>
                                  <a:cubicBezTo>
                                    <a:pt x="1496786" y="232229"/>
                                    <a:pt x="1907721" y="116114"/>
                                    <a:pt x="2318657" y="0"/>
                                  </a:cubicBezTo>
                                </a:path>
                              </a:pathLst>
                            </a:custGeom>
                            <a:noFill/>
                            <a:ln w="101600">
                              <a:solidFill>
                                <a:srgbClr val="94612E"/>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23" name="Freeform 37"/>
                          <wps:cNvSpPr/>
                          <wps:spPr>
                            <a:xfrm>
                              <a:off x="21771" y="304803"/>
                              <a:ext cx="2264229" cy="262052"/>
                            </a:xfrm>
                            <a:custGeom>
                              <a:avLst/>
                              <a:gdLst>
                                <a:gd name="connsiteX0" fmla="*/ 0 w 2264229"/>
                                <a:gd name="connsiteY0" fmla="*/ 21997 h 262052"/>
                                <a:gd name="connsiteX1" fmla="*/ 674915 w 2264229"/>
                                <a:gd name="connsiteY1" fmla="*/ 21997 h 262052"/>
                                <a:gd name="connsiteX2" fmla="*/ 1785257 w 2264229"/>
                                <a:gd name="connsiteY2" fmla="*/ 250597 h 262052"/>
                                <a:gd name="connsiteX3" fmla="*/ 2264229 w 2264229"/>
                                <a:gd name="connsiteY3" fmla="*/ 207054 h 262052"/>
                              </a:gdLst>
                              <a:ahLst/>
                              <a:cxnLst>
                                <a:cxn ang="0">
                                  <a:pos x="connsiteX0" y="connsiteY0"/>
                                </a:cxn>
                                <a:cxn ang="0">
                                  <a:pos x="connsiteX1" y="connsiteY1"/>
                                </a:cxn>
                                <a:cxn ang="0">
                                  <a:pos x="connsiteX2" y="connsiteY2"/>
                                </a:cxn>
                                <a:cxn ang="0">
                                  <a:pos x="connsiteX3" y="connsiteY3"/>
                                </a:cxn>
                              </a:cxnLst>
                              <a:rect l="l" t="t" r="r" b="b"/>
                              <a:pathLst>
                                <a:path w="2264229" h="262052">
                                  <a:moveTo>
                                    <a:pt x="0" y="21997"/>
                                  </a:moveTo>
                                  <a:cubicBezTo>
                                    <a:pt x="188686" y="2947"/>
                                    <a:pt x="377372" y="-16103"/>
                                    <a:pt x="674915" y="21997"/>
                                  </a:cubicBezTo>
                                  <a:cubicBezTo>
                                    <a:pt x="972458" y="60097"/>
                                    <a:pt x="1520371" y="219754"/>
                                    <a:pt x="1785257" y="250597"/>
                                  </a:cubicBezTo>
                                  <a:cubicBezTo>
                                    <a:pt x="2050143" y="281440"/>
                                    <a:pt x="2157186" y="244247"/>
                                    <a:pt x="2264229" y="207054"/>
                                  </a:cubicBezTo>
                                </a:path>
                              </a:pathLst>
                            </a:custGeom>
                            <a:noFill/>
                            <a:ln w="101600">
                              <a:solidFill>
                                <a:srgbClr val="94612E"/>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24" name="Freeform 38"/>
                          <wps:cNvSpPr/>
                          <wps:spPr>
                            <a:xfrm>
                              <a:off x="1528469" y="326573"/>
                              <a:ext cx="2209800" cy="171197"/>
                            </a:xfrm>
                            <a:custGeom>
                              <a:avLst/>
                              <a:gdLst>
                                <a:gd name="connsiteX0" fmla="*/ 0 w 2209800"/>
                                <a:gd name="connsiteY0" fmla="*/ 40568 h 171197"/>
                                <a:gd name="connsiteX1" fmla="*/ 1132114 w 2209800"/>
                                <a:gd name="connsiteY1" fmla="*/ 7911 h 171197"/>
                                <a:gd name="connsiteX2" fmla="*/ 2209800 w 2209800"/>
                                <a:gd name="connsiteY2" fmla="*/ 171197 h 171197"/>
                              </a:gdLst>
                              <a:ahLst/>
                              <a:cxnLst>
                                <a:cxn ang="0">
                                  <a:pos x="connsiteX0" y="connsiteY0"/>
                                </a:cxn>
                                <a:cxn ang="0">
                                  <a:pos x="connsiteX1" y="connsiteY1"/>
                                </a:cxn>
                                <a:cxn ang="0">
                                  <a:pos x="connsiteX2" y="connsiteY2"/>
                                </a:cxn>
                              </a:cxnLst>
                              <a:rect l="l" t="t" r="r" b="b"/>
                              <a:pathLst>
                                <a:path w="2209800" h="171197">
                                  <a:moveTo>
                                    <a:pt x="0" y="40568"/>
                                  </a:moveTo>
                                  <a:cubicBezTo>
                                    <a:pt x="381907" y="13353"/>
                                    <a:pt x="763814" y="-13861"/>
                                    <a:pt x="1132114" y="7911"/>
                                  </a:cubicBezTo>
                                  <a:cubicBezTo>
                                    <a:pt x="1500414" y="29682"/>
                                    <a:pt x="1855107" y="100439"/>
                                    <a:pt x="2209800" y="171197"/>
                                  </a:cubicBezTo>
                                </a:path>
                              </a:pathLst>
                            </a:custGeom>
                            <a:noFill/>
                            <a:ln w="101600">
                              <a:solidFill>
                                <a:srgbClr val="94612E"/>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25" name="Freeform 39"/>
                          <wps:cNvSpPr/>
                          <wps:spPr>
                            <a:xfrm>
                              <a:off x="141680" y="599506"/>
                              <a:ext cx="2111829" cy="206828"/>
                            </a:xfrm>
                            <a:custGeom>
                              <a:avLst/>
                              <a:gdLst>
                                <a:gd name="connsiteX0" fmla="*/ 0 w 2111829"/>
                                <a:gd name="connsiteY0" fmla="*/ 349133 h 349133"/>
                                <a:gd name="connsiteX1" fmla="*/ 1230086 w 2111829"/>
                                <a:gd name="connsiteY1" fmla="*/ 790 h 349133"/>
                                <a:gd name="connsiteX2" fmla="*/ 2111829 w 2111829"/>
                                <a:gd name="connsiteY2" fmla="*/ 272933 h 349133"/>
                              </a:gdLst>
                              <a:ahLst/>
                              <a:cxnLst>
                                <a:cxn ang="0">
                                  <a:pos x="connsiteX0" y="connsiteY0"/>
                                </a:cxn>
                                <a:cxn ang="0">
                                  <a:pos x="connsiteX1" y="connsiteY1"/>
                                </a:cxn>
                                <a:cxn ang="0">
                                  <a:pos x="connsiteX2" y="connsiteY2"/>
                                </a:cxn>
                              </a:cxnLst>
                              <a:rect l="l" t="t" r="r" b="b"/>
                              <a:pathLst>
                                <a:path w="2111829" h="349133">
                                  <a:moveTo>
                                    <a:pt x="0" y="349133"/>
                                  </a:moveTo>
                                  <a:cubicBezTo>
                                    <a:pt x="439057" y="181311"/>
                                    <a:pt x="878114" y="13490"/>
                                    <a:pt x="1230086" y="790"/>
                                  </a:cubicBezTo>
                                  <a:cubicBezTo>
                                    <a:pt x="1582058" y="-11910"/>
                                    <a:pt x="1846943" y="130511"/>
                                    <a:pt x="2111829" y="272933"/>
                                  </a:cubicBezTo>
                                </a:path>
                              </a:pathLst>
                            </a:custGeom>
                            <a:noFill/>
                            <a:ln w="101600">
                              <a:solidFill>
                                <a:srgbClr val="94612E"/>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26" name="Freeform 40"/>
                          <wps:cNvSpPr/>
                          <wps:spPr>
                            <a:xfrm>
                              <a:off x="907985" y="32658"/>
                              <a:ext cx="2514600" cy="185057"/>
                            </a:xfrm>
                            <a:custGeom>
                              <a:avLst/>
                              <a:gdLst>
                                <a:gd name="connsiteX0" fmla="*/ 0 w 2514600"/>
                                <a:gd name="connsiteY0" fmla="*/ 0 h 185057"/>
                                <a:gd name="connsiteX1" fmla="*/ 870857 w 2514600"/>
                                <a:gd name="connsiteY1" fmla="*/ 152400 h 185057"/>
                                <a:gd name="connsiteX2" fmla="*/ 1839686 w 2514600"/>
                                <a:gd name="connsiteY2" fmla="*/ 87086 h 185057"/>
                                <a:gd name="connsiteX3" fmla="*/ 2514600 w 2514600"/>
                                <a:gd name="connsiteY3" fmla="*/ 185057 h 185057"/>
                              </a:gdLst>
                              <a:ahLst/>
                              <a:cxnLst>
                                <a:cxn ang="0">
                                  <a:pos x="connsiteX0" y="connsiteY0"/>
                                </a:cxn>
                                <a:cxn ang="0">
                                  <a:pos x="connsiteX1" y="connsiteY1"/>
                                </a:cxn>
                                <a:cxn ang="0">
                                  <a:pos x="connsiteX2" y="connsiteY2"/>
                                </a:cxn>
                                <a:cxn ang="0">
                                  <a:pos x="connsiteX3" y="connsiteY3"/>
                                </a:cxn>
                              </a:cxnLst>
                              <a:rect l="l" t="t" r="r" b="b"/>
                              <a:pathLst>
                                <a:path w="2514600" h="185057">
                                  <a:moveTo>
                                    <a:pt x="0" y="0"/>
                                  </a:moveTo>
                                  <a:cubicBezTo>
                                    <a:pt x="282121" y="68943"/>
                                    <a:pt x="564243" y="137886"/>
                                    <a:pt x="870857" y="152400"/>
                                  </a:cubicBezTo>
                                  <a:cubicBezTo>
                                    <a:pt x="1177471" y="166914"/>
                                    <a:pt x="1565729" y="81643"/>
                                    <a:pt x="1839686" y="87086"/>
                                  </a:cubicBezTo>
                                  <a:cubicBezTo>
                                    <a:pt x="2113643" y="92529"/>
                                    <a:pt x="2314121" y="138793"/>
                                    <a:pt x="2514600" y="185057"/>
                                  </a:cubicBezTo>
                                </a:path>
                              </a:pathLst>
                            </a:custGeom>
                            <a:noFill/>
                            <a:ln w="101600">
                              <a:solidFill>
                                <a:srgbClr val="94612E"/>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27" name="Freeform 41"/>
                          <wps:cNvSpPr/>
                          <wps:spPr>
                            <a:xfrm>
                              <a:off x="2355783" y="76202"/>
                              <a:ext cx="2525486" cy="185323"/>
                            </a:xfrm>
                            <a:custGeom>
                              <a:avLst/>
                              <a:gdLst>
                                <a:gd name="connsiteX0" fmla="*/ 0 w 2525486"/>
                                <a:gd name="connsiteY0" fmla="*/ 152666 h 185323"/>
                                <a:gd name="connsiteX1" fmla="*/ 1469572 w 2525486"/>
                                <a:gd name="connsiteY1" fmla="*/ 266 h 185323"/>
                                <a:gd name="connsiteX2" fmla="*/ 2525486 w 2525486"/>
                                <a:gd name="connsiteY2" fmla="*/ 185323 h 185323"/>
                              </a:gdLst>
                              <a:ahLst/>
                              <a:cxnLst>
                                <a:cxn ang="0">
                                  <a:pos x="connsiteX0" y="connsiteY0"/>
                                </a:cxn>
                                <a:cxn ang="0">
                                  <a:pos x="connsiteX1" y="connsiteY1"/>
                                </a:cxn>
                                <a:cxn ang="0">
                                  <a:pos x="connsiteX2" y="connsiteY2"/>
                                </a:cxn>
                              </a:cxnLst>
                              <a:rect l="l" t="t" r="r" b="b"/>
                              <a:pathLst>
                                <a:path w="2525486" h="185323">
                                  <a:moveTo>
                                    <a:pt x="0" y="152666"/>
                                  </a:moveTo>
                                  <a:cubicBezTo>
                                    <a:pt x="524329" y="73744"/>
                                    <a:pt x="1048658" y="-5177"/>
                                    <a:pt x="1469572" y="266"/>
                                  </a:cubicBezTo>
                                  <a:cubicBezTo>
                                    <a:pt x="1890486" y="5709"/>
                                    <a:pt x="2207986" y="95516"/>
                                    <a:pt x="2525486" y="185323"/>
                                  </a:cubicBezTo>
                                </a:path>
                              </a:pathLst>
                            </a:custGeom>
                            <a:noFill/>
                            <a:ln w="101600">
                              <a:solidFill>
                                <a:srgbClr val="94612E"/>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28" name="Freeform 42"/>
                          <wps:cNvSpPr/>
                          <wps:spPr>
                            <a:xfrm>
                              <a:off x="2170727" y="152401"/>
                              <a:ext cx="2492829" cy="279354"/>
                            </a:xfrm>
                            <a:custGeom>
                              <a:avLst/>
                              <a:gdLst>
                                <a:gd name="connsiteX0" fmla="*/ 0 w 2492829"/>
                                <a:gd name="connsiteY0" fmla="*/ 145964 h 279354"/>
                                <a:gd name="connsiteX1" fmla="*/ 1143000 w 2492829"/>
                                <a:gd name="connsiteY1" fmla="*/ 276592 h 279354"/>
                                <a:gd name="connsiteX2" fmla="*/ 2133600 w 2492829"/>
                                <a:gd name="connsiteY2" fmla="*/ 37107 h 279354"/>
                                <a:gd name="connsiteX3" fmla="*/ 2492829 w 2492829"/>
                                <a:gd name="connsiteY3" fmla="*/ 4450 h 279354"/>
                              </a:gdLst>
                              <a:ahLst/>
                              <a:cxnLst>
                                <a:cxn ang="0">
                                  <a:pos x="connsiteX0" y="connsiteY0"/>
                                </a:cxn>
                                <a:cxn ang="0">
                                  <a:pos x="connsiteX1" y="connsiteY1"/>
                                </a:cxn>
                                <a:cxn ang="0">
                                  <a:pos x="connsiteX2" y="connsiteY2"/>
                                </a:cxn>
                                <a:cxn ang="0">
                                  <a:pos x="connsiteX3" y="connsiteY3"/>
                                </a:cxn>
                              </a:cxnLst>
                              <a:rect l="l" t="t" r="r" b="b"/>
                              <a:pathLst>
                                <a:path w="2492829" h="279354">
                                  <a:moveTo>
                                    <a:pt x="0" y="145964"/>
                                  </a:moveTo>
                                  <a:cubicBezTo>
                                    <a:pt x="393700" y="220349"/>
                                    <a:pt x="787400" y="294735"/>
                                    <a:pt x="1143000" y="276592"/>
                                  </a:cubicBezTo>
                                  <a:cubicBezTo>
                                    <a:pt x="1498600" y="258449"/>
                                    <a:pt x="1908629" y="82464"/>
                                    <a:pt x="2133600" y="37107"/>
                                  </a:cubicBezTo>
                                  <a:cubicBezTo>
                                    <a:pt x="2358571" y="-8250"/>
                                    <a:pt x="2425700" y="-1900"/>
                                    <a:pt x="2492829" y="4450"/>
                                  </a:cubicBezTo>
                                </a:path>
                              </a:pathLst>
                            </a:custGeom>
                            <a:noFill/>
                            <a:ln w="101600">
                              <a:solidFill>
                                <a:srgbClr val="94612E"/>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29" name="Freeform 43"/>
                          <wps:cNvSpPr/>
                          <wps:spPr>
                            <a:xfrm>
                              <a:off x="71388" y="348344"/>
                              <a:ext cx="2427514" cy="140106"/>
                            </a:xfrm>
                            <a:custGeom>
                              <a:avLst/>
                              <a:gdLst>
                                <a:gd name="connsiteX0" fmla="*/ 0 w 2427514"/>
                                <a:gd name="connsiteY0" fmla="*/ 119743 h 140106"/>
                                <a:gd name="connsiteX1" fmla="*/ 1796143 w 2427514"/>
                                <a:gd name="connsiteY1" fmla="*/ 130629 h 140106"/>
                                <a:gd name="connsiteX2" fmla="*/ 2427514 w 2427514"/>
                                <a:gd name="connsiteY2" fmla="*/ 0 h 140106"/>
                              </a:gdLst>
                              <a:ahLst/>
                              <a:cxnLst>
                                <a:cxn ang="0">
                                  <a:pos x="connsiteX0" y="connsiteY0"/>
                                </a:cxn>
                                <a:cxn ang="0">
                                  <a:pos x="connsiteX1" y="connsiteY1"/>
                                </a:cxn>
                                <a:cxn ang="0">
                                  <a:pos x="connsiteX2" y="connsiteY2"/>
                                </a:cxn>
                              </a:cxnLst>
                              <a:rect l="l" t="t" r="r" b="b"/>
                              <a:pathLst>
                                <a:path w="2427514" h="140106">
                                  <a:moveTo>
                                    <a:pt x="0" y="119743"/>
                                  </a:moveTo>
                                  <a:cubicBezTo>
                                    <a:pt x="695778" y="135164"/>
                                    <a:pt x="1391557" y="150586"/>
                                    <a:pt x="1796143" y="130629"/>
                                  </a:cubicBezTo>
                                  <a:cubicBezTo>
                                    <a:pt x="2200729" y="110672"/>
                                    <a:pt x="2314121" y="55336"/>
                                    <a:pt x="2427514" y="0"/>
                                  </a:cubicBezTo>
                                </a:path>
                              </a:pathLst>
                            </a:custGeom>
                            <a:noFill/>
                            <a:ln w="101600">
                              <a:solidFill>
                                <a:srgbClr val="94612E"/>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30" name="Freeform 44"/>
                          <wps:cNvSpPr/>
                          <wps:spPr>
                            <a:xfrm>
                              <a:off x="1049499" y="696688"/>
                              <a:ext cx="2188029" cy="76508"/>
                            </a:xfrm>
                            <a:custGeom>
                              <a:avLst/>
                              <a:gdLst>
                                <a:gd name="connsiteX0" fmla="*/ 0 w 2188029"/>
                                <a:gd name="connsiteY0" fmla="*/ 54737 h 76508"/>
                                <a:gd name="connsiteX1" fmla="*/ 1502229 w 2188029"/>
                                <a:gd name="connsiteY1" fmla="*/ 308 h 76508"/>
                                <a:gd name="connsiteX2" fmla="*/ 2188029 w 2188029"/>
                                <a:gd name="connsiteY2" fmla="*/ 76508 h 76508"/>
                              </a:gdLst>
                              <a:ahLst/>
                              <a:cxnLst>
                                <a:cxn ang="0">
                                  <a:pos x="connsiteX0" y="connsiteY0"/>
                                </a:cxn>
                                <a:cxn ang="0">
                                  <a:pos x="connsiteX1" y="connsiteY1"/>
                                </a:cxn>
                                <a:cxn ang="0">
                                  <a:pos x="connsiteX2" y="connsiteY2"/>
                                </a:cxn>
                              </a:cxnLst>
                              <a:rect l="l" t="t" r="r" b="b"/>
                              <a:pathLst>
                                <a:path w="2188029" h="76508">
                                  <a:moveTo>
                                    <a:pt x="0" y="54737"/>
                                  </a:moveTo>
                                  <a:cubicBezTo>
                                    <a:pt x="568779" y="25708"/>
                                    <a:pt x="1137558" y="-3320"/>
                                    <a:pt x="1502229" y="308"/>
                                  </a:cubicBezTo>
                                  <a:cubicBezTo>
                                    <a:pt x="1866900" y="3936"/>
                                    <a:pt x="2027464" y="40222"/>
                                    <a:pt x="2188029" y="76508"/>
                                  </a:cubicBezTo>
                                </a:path>
                              </a:pathLst>
                            </a:custGeom>
                            <a:noFill/>
                            <a:ln w="101600">
                              <a:solidFill>
                                <a:srgbClr val="94612E"/>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31" name="Freeform 45"/>
                          <wps:cNvSpPr/>
                          <wps:spPr>
                            <a:xfrm flipV="1">
                              <a:off x="5890853" y="185058"/>
                              <a:ext cx="2351314" cy="173860"/>
                            </a:xfrm>
                            <a:custGeom>
                              <a:avLst/>
                              <a:gdLst>
                                <a:gd name="connsiteX0" fmla="*/ 0 w 2351314"/>
                                <a:gd name="connsiteY0" fmla="*/ 183407 h 299075"/>
                                <a:gd name="connsiteX1" fmla="*/ 1110343 w 2351314"/>
                                <a:gd name="connsiteY1" fmla="*/ 292264 h 299075"/>
                                <a:gd name="connsiteX2" fmla="*/ 2024743 w 2351314"/>
                                <a:gd name="connsiteY2" fmla="*/ 9235 h 299075"/>
                                <a:gd name="connsiteX3" fmla="*/ 2351314 w 2351314"/>
                                <a:gd name="connsiteY3" fmla="*/ 96321 h 299075"/>
                              </a:gdLst>
                              <a:ahLst/>
                              <a:cxnLst>
                                <a:cxn ang="0">
                                  <a:pos x="connsiteX0" y="connsiteY0"/>
                                </a:cxn>
                                <a:cxn ang="0">
                                  <a:pos x="connsiteX1" y="connsiteY1"/>
                                </a:cxn>
                                <a:cxn ang="0">
                                  <a:pos x="connsiteX2" y="connsiteY2"/>
                                </a:cxn>
                                <a:cxn ang="0">
                                  <a:pos x="connsiteX3" y="connsiteY3"/>
                                </a:cxn>
                              </a:cxnLst>
                              <a:rect l="l" t="t" r="r" b="b"/>
                              <a:pathLst>
                                <a:path w="2351314" h="299075">
                                  <a:moveTo>
                                    <a:pt x="0" y="183407"/>
                                  </a:moveTo>
                                  <a:cubicBezTo>
                                    <a:pt x="386443" y="252350"/>
                                    <a:pt x="772886" y="321293"/>
                                    <a:pt x="1110343" y="292264"/>
                                  </a:cubicBezTo>
                                  <a:cubicBezTo>
                                    <a:pt x="1447800" y="263235"/>
                                    <a:pt x="1817915" y="41892"/>
                                    <a:pt x="2024743" y="9235"/>
                                  </a:cubicBezTo>
                                  <a:cubicBezTo>
                                    <a:pt x="2231571" y="-23422"/>
                                    <a:pt x="2291442" y="36449"/>
                                    <a:pt x="2351314" y="96321"/>
                                  </a:cubicBezTo>
                                </a:path>
                              </a:pathLst>
                            </a:custGeom>
                            <a:noFill/>
                            <a:ln w="101600">
                              <a:solidFill>
                                <a:srgbClr val="94612E"/>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32" name="Freeform 46"/>
                          <wps:cNvSpPr/>
                          <wps:spPr>
                            <a:xfrm rot="21217184">
                              <a:off x="2540843" y="696687"/>
                              <a:ext cx="2307772" cy="207544"/>
                            </a:xfrm>
                            <a:custGeom>
                              <a:avLst/>
                              <a:gdLst>
                                <a:gd name="connsiteX0" fmla="*/ 0 w 2307772"/>
                                <a:gd name="connsiteY0" fmla="*/ 52313 h 207544"/>
                                <a:gd name="connsiteX1" fmla="*/ 1164772 w 2307772"/>
                                <a:gd name="connsiteY1" fmla="*/ 8770 h 207544"/>
                                <a:gd name="connsiteX2" fmla="*/ 1872343 w 2307772"/>
                                <a:gd name="connsiteY2" fmla="*/ 204713 h 207544"/>
                                <a:gd name="connsiteX3" fmla="*/ 2307772 w 2307772"/>
                                <a:gd name="connsiteY3" fmla="*/ 106741 h 207544"/>
                              </a:gdLst>
                              <a:ahLst/>
                              <a:cxnLst>
                                <a:cxn ang="0">
                                  <a:pos x="connsiteX0" y="connsiteY0"/>
                                </a:cxn>
                                <a:cxn ang="0">
                                  <a:pos x="connsiteX1" y="connsiteY1"/>
                                </a:cxn>
                                <a:cxn ang="0">
                                  <a:pos x="connsiteX2" y="connsiteY2"/>
                                </a:cxn>
                                <a:cxn ang="0">
                                  <a:pos x="connsiteX3" y="connsiteY3"/>
                                </a:cxn>
                              </a:cxnLst>
                              <a:rect l="l" t="t" r="r" b="b"/>
                              <a:pathLst>
                                <a:path w="2307772" h="207544">
                                  <a:moveTo>
                                    <a:pt x="0" y="52313"/>
                                  </a:moveTo>
                                  <a:cubicBezTo>
                                    <a:pt x="426357" y="17841"/>
                                    <a:pt x="852715" y="-16630"/>
                                    <a:pt x="1164772" y="8770"/>
                                  </a:cubicBezTo>
                                  <a:cubicBezTo>
                                    <a:pt x="1476829" y="34170"/>
                                    <a:pt x="1681843" y="188385"/>
                                    <a:pt x="1872343" y="204713"/>
                                  </a:cubicBezTo>
                                  <a:cubicBezTo>
                                    <a:pt x="2062843" y="221041"/>
                                    <a:pt x="2185307" y="163891"/>
                                    <a:pt x="2307772" y="106741"/>
                                  </a:cubicBezTo>
                                </a:path>
                              </a:pathLst>
                            </a:custGeom>
                            <a:noFill/>
                            <a:ln w="101600">
                              <a:solidFill>
                                <a:srgbClr val="94612E"/>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33" name="Freeform 47"/>
                          <wps:cNvSpPr/>
                          <wps:spPr>
                            <a:xfrm>
                              <a:off x="2562613" y="272144"/>
                              <a:ext cx="2329543" cy="231632"/>
                            </a:xfrm>
                            <a:custGeom>
                              <a:avLst/>
                              <a:gdLst>
                                <a:gd name="connsiteX0" fmla="*/ 0 w 2329543"/>
                                <a:gd name="connsiteY0" fmla="*/ 206920 h 231632"/>
                                <a:gd name="connsiteX1" fmla="*/ 555171 w 2329543"/>
                                <a:gd name="connsiteY1" fmla="*/ 91 h 231632"/>
                                <a:gd name="connsiteX2" fmla="*/ 1317171 w 2329543"/>
                                <a:gd name="connsiteY2" fmla="*/ 228691 h 231632"/>
                                <a:gd name="connsiteX3" fmla="*/ 2329543 w 2329543"/>
                                <a:gd name="connsiteY3" fmla="*/ 108948 h 231632"/>
                              </a:gdLst>
                              <a:ahLst/>
                              <a:cxnLst>
                                <a:cxn ang="0">
                                  <a:pos x="connsiteX0" y="connsiteY0"/>
                                </a:cxn>
                                <a:cxn ang="0">
                                  <a:pos x="connsiteX1" y="connsiteY1"/>
                                </a:cxn>
                                <a:cxn ang="0">
                                  <a:pos x="connsiteX2" y="connsiteY2"/>
                                </a:cxn>
                                <a:cxn ang="0">
                                  <a:pos x="connsiteX3" y="connsiteY3"/>
                                </a:cxn>
                              </a:cxnLst>
                              <a:rect l="l" t="t" r="r" b="b"/>
                              <a:pathLst>
                                <a:path w="2329543" h="231632">
                                  <a:moveTo>
                                    <a:pt x="0" y="206920"/>
                                  </a:moveTo>
                                  <a:cubicBezTo>
                                    <a:pt x="167821" y="101691"/>
                                    <a:pt x="335643" y="-3537"/>
                                    <a:pt x="555171" y="91"/>
                                  </a:cubicBezTo>
                                  <a:cubicBezTo>
                                    <a:pt x="774699" y="3719"/>
                                    <a:pt x="1021442" y="210548"/>
                                    <a:pt x="1317171" y="228691"/>
                                  </a:cubicBezTo>
                                  <a:cubicBezTo>
                                    <a:pt x="1612900" y="246834"/>
                                    <a:pt x="1971221" y="177891"/>
                                    <a:pt x="2329543" y="108948"/>
                                  </a:cubicBezTo>
                                </a:path>
                              </a:pathLst>
                            </a:custGeom>
                            <a:noFill/>
                            <a:ln w="101600">
                              <a:solidFill>
                                <a:srgbClr val="94612E"/>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g:grpSp>
                    </wpg:wgp>
                  </a:graphicData>
                </a:graphic>
                <wp14:sizeRelH relativeFrom="margin">
                  <wp14:pctWidth>0</wp14:pctWidth>
                </wp14:sizeRelH>
                <wp14:sizeRelV relativeFrom="margin">
                  <wp14:pctHeight>0</wp14:pctHeight>
                </wp14:sizeRelV>
              </wp:anchor>
            </w:drawing>
          </mc:Choice>
          <mc:Fallback>
            <w:pict>
              <v:group w14:anchorId="2869739C" id="Group 16" o:spid="_x0000_s1026" style="position:absolute;margin-left:-5.7pt;margin-top:3.95pt;width:231.3pt;height:93.3pt;z-index:251660288;mso-width-relative:margin;mso-height-relative:margin" coordsize="52624,99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">
                <v:group id="Group 7" o:spid="_x0000_s1027" style="position:absolute;width:31019;height:9912" coordsize="48659,99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">
                  <v:shape id="Freeform 23" o:spid="_x0000_s1028" style="position:absolute;top:326;width:23186;height:2690;visibility:visible;mso-wrap-style:square;v-text-anchor:middle" coordsize="2318657,2689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" path="m,174171v361950,58057,723900,116114,1110343,87086c1496786,232229,1907721,116114,2318657,e" filled="f" strokecolor="#94612e" strokeweight="8pt">
                    <v:path arrowok="t" o:connecttype="custom" o:connectlocs="0,174171;1110343,261257;2318657,0" o:connectangles="0,0,0"/>
                  </v:shape>
                  <v:shape id="Freeform 24" o:spid="_x0000_s1029" style="position:absolute;left:326;top:3265;width:22642;height:2621;visibility:visible;mso-wrap-style:square;v-text-anchor:middle" coordsize="2264229,262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" path="m,21997v188686,-19050,377372,-38100,674915,c972458,60097,1520371,219754,1785257,250597v264886,30843,371929,-6350,478972,-43543e" filled="f" strokecolor="#94612e" strokeweight="8pt">
                    <v:path arrowok="t" o:connecttype="custom" o:connectlocs="0,21997;674915,21997;1785257,250597;2264229,207054" o:connectangles="0,0,0,0"/>
                  </v:shape>
                  <v:shape id="Freeform 25" o:spid="_x0000_s1030" style="position:absolute;left:5320;top:4136;width:22098;height:1712;visibility:visible;mso-wrap-style:square;v-text-anchor:middle" coordsize="2209800,1711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" path="m,40568c381907,13353,763814,-13861,1132114,7911v368300,21771,722993,92528,1077686,163286e" filled="f" strokecolor="#94612e" strokeweight="8pt">
                    <v:path arrowok="t" o:connecttype="custom" o:connectlocs="0,40568;1132114,7911;2209800,171197" o:connectangles="0,0,0"/>
                  </v:shape>
                  <v:shape id="Freeform 26" o:spid="_x0000_s1031" style="position:absolute;left:326;top:6422;width:21118;height:3491;visibility:visible;mso-wrap-style:square;v-text-anchor:middle" coordsize="2111829,3491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" path="m,349133c439057,181311,878114,13490,1230086,790v351972,-12700,616857,129721,881743,272143e" filled="f" strokecolor="#94612e" strokeweight="8pt">
                    <v:path arrowok="t" o:connecttype="custom" o:connectlocs="0,349133;1230086,790;2111829,272933" o:connectangles="0,0,0"/>
                  </v:shape>
                  <v:shape id="Freeform 27" o:spid="_x0000_s1032" style="position:absolute;left:8164;top:1197;width:25146;height:1850;visibility:visible;mso-wrap-style:square;v-text-anchor:middle" coordsize="2514600,1850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" path="m,c282121,68943,564243,137886,870857,152400v306614,14514,694872,-70757,968829,-65314c2113643,92529,2314121,138793,2514600,185057e" filled="f" strokecolor="#94612e" strokeweight="8pt">
                    <v:path arrowok="t" o:connecttype="custom" o:connectlocs="0,0;870857,152400;1839686,87086;2514600,185057" o:connectangles="0,0,0,0"/>
                  </v:shape>
                  <v:shape id="Freeform 28" o:spid="_x0000_s1033" style="position:absolute;left:22642;top:1632;width:25255;height:1854;visibility:visible;mso-wrap-style:square;v-text-anchor:middle" coordsize="2525486,1853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" path="m,152666c524329,73744,1048658,-5177,1469572,266v420914,5443,738414,95250,1055914,185057e" filled="f" strokecolor="#94612e" strokeweight="8pt">
                    <v:path arrowok="t" o:connecttype="custom" o:connectlocs="0,152666;1469572,266;2525486,185323" o:connectangles="0,0,0"/>
                  </v:shape>
                  <v:shape id="Freeform 29" o:spid="_x0000_s1034" style="position:absolute;left:20791;top:2394;width:24929;height:2794;visibility:visible;mso-wrap-style:square;v-text-anchor:middle" coordsize="2492829,2793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" path="m,145964v393700,74385,787400,148771,1143000,130628c1498600,258449,1908629,82464,2133600,37107,2358571,-8250,2425700,-1900,2492829,4450e" filled="f" strokecolor="#94612e" strokeweight="8pt">
                    <v:path arrowok="t" o:connecttype="custom" o:connectlocs="0,145964;1143000,276592;2133600,37107;2492829,4450" o:connectangles="0,0,0,0"/>
                  </v:shape>
                  <v:shape id="Freeform 30" o:spid="_x0000_s1035" style="position:absolute;left:24384;width:24275;height:1401;visibility:visible;mso-wrap-style:square;v-text-anchor:middle" coordsize="2427514,1401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" path="m,119743v695778,15421,1391557,30843,1796143,10886c2200729,110672,2314121,55336,2427514,e" filled="f" strokecolor="#94612e" strokeweight="8pt">
                    <v:path arrowok="t" o:connecttype="custom" o:connectlocs="0,119743;1796143,130629;2427514,0" o:connectangles="0,0,0"/>
                  </v:shape>
                  <v:shape id="Freeform 31" o:spid="_x0000_s1036" style="position:absolute;left:9579;top:7837;width:21880;height:765;visibility:visible;mso-wrap-style:square;v-text-anchor:middle" coordsize="2188029,765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" path="m,54737c568779,25708,1137558,-3320,1502229,308v364671,3628,525235,39914,685800,76200e" filled="f" strokecolor="#94612e" strokeweight="8pt">
                    <v:path arrowok="t" o:connecttype="custom" o:connectlocs="0,54737;1502229,308;2188029,76508" o:connectangles="0,0,0"/>
                  </v:shape>
                  <v:shape id="Freeform 32" o:spid="_x0000_s1037" style="position:absolute;left:19919;top:6204;width:23513;height:1739;flip:y;visibility:visible;mso-wrap-style:square;v-text-anchor:middle" coordsize="2351314,2990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" path="m,183407v386443,68943,772886,137886,1110343,108857c1447800,263235,1817915,41892,2024743,9235v206828,-32657,266699,27214,326571,87086e" filled="f" strokecolor="#94612e" strokeweight="8pt">
                    <v:path arrowok="t" o:connecttype="custom" o:connectlocs="0,106619;1110343,169901;2024743,5369;2351314,55994" o:connectangles="0,0,0,0"/>
                  </v:shape>
                  <v:shape id="Freeform 33" o:spid="_x0000_s1038" style="position:absolute;left:24492;top:7837;width:23078;height:2076;rotation:-418137fd;visibility:visible;mso-wrap-style:square;v-text-anchor:middle" coordsize="2307772,2075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" path="m,52313c426357,17841,852715,-16630,1164772,8770v312057,25400,517071,179615,707571,195943c2062843,221041,2185307,163891,2307772,106741e" filled="f" strokecolor="#94612e" strokeweight="8pt">
                    <v:path arrowok="t" o:connecttype="custom" o:connectlocs="0,52313;1164772,8770;1872343,204713;2307772,106741" o:connectangles="0,0,0,0"/>
                  </v:shape>
                  <v:shape id="Freeform 34" o:spid="_x0000_s1039" style="position:absolute;left:24710;top:3592;width:23296;height:2316;visibility:visible;mso-wrap-style:square;v-text-anchor:middle" coordsize="2329543,2316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" path="m,206920c167821,101691,335643,-3537,555171,91v219528,3628,466271,210457,762000,228600c1612900,246834,1971221,177891,2329543,108948e" filled="f" strokecolor="#94612e" strokeweight="8pt">
                    <v:path arrowok="t" o:connecttype="custom" o:connectlocs="0,206920;555171,91;1317171,228691;2329543,108948" o:connectangles="0,0,0,0"/>
                  </v:shape>
                </v:group>
                <v:group id="Group 21" o:spid="_x0000_s1040" style="position:absolute;left:217;top:326;width:52407;height:8712;rotation:180" coordorigin="217,326" coordsize="82203,87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">
                  <v:shape id="Freeform 36" o:spid="_x0000_s1041" style="position:absolute;left:919;top:442;width:23187;height:1704;visibility:visible;mso-wrap-style:square;v-text-anchor:middle" coordsize="2318657,2689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" path="m,174171v361950,58057,723900,116114,1110343,87086c1496786,232229,1907721,116114,2318657,e" filled="f" strokecolor="#94612e" strokeweight="8pt">
                    <v:path arrowok="t" o:connecttype="custom" o:connectlocs="0,110304;1110343,165457;2318657,0" o:connectangles="0,0,0"/>
                  </v:shape>
                  <v:shape id="Freeform 37" o:spid="_x0000_s1042" style="position:absolute;left:217;top:3048;width:22643;height:2620;visibility:visible;mso-wrap-style:square;v-text-anchor:middle" coordsize="2264229,262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" path="m,21997v188686,-19050,377372,-38100,674915,c972458,60097,1520371,219754,1785257,250597v264886,30843,371929,-6350,478972,-43543e" filled="f" strokecolor="#94612e" strokeweight="8pt">
                    <v:path arrowok="t" o:connecttype="custom" o:connectlocs="0,21997;674915,21997;1785257,250597;2264229,207054" o:connectangles="0,0,0,0"/>
                  </v:shape>
                  <v:shape id="Freeform 38" o:spid="_x0000_s1043" style="position:absolute;left:15284;top:3265;width:22098;height:1712;visibility:visible;mso-wrap-style:square;v-text-anchor:middle" coordsize="2209800,1711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" path="m,40568c381907,13353,763814,-13861,1132114,7911v368300,21771,722993,92528,1077686,163286e" filled="f" strokecolor="#94612e" strokeweight="8pt">
                    <v:path arrowok="t" o:connecttype="custom" o:connectlocs="0,40568;1132114,7911;2209800,171197" o:connectangles="0,0,0"/>
                  </v:shape>
                  <v:shape id="Freeform 39" o:spid="_x0000_s1044" style="position:absolute;left:1416;top:5995;width:21119;height:2068;visibility:visible;mso-wrap-style:square;v-text-anchor:middle" coordsize="2111829,3491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" path="m,349133c439057,181311,878114,13490,1230086,790v351972,-12700,616857,129721,881743,272143e" filled="f" strokecolor="#94612e" strokeweight="8pt">
                    <v:path arrowok="t" o:connecttype="custom" o:connectlocs="0,206828;1230086,468;2111829,161687" o:connectangles="0,0,0"/>
                  </v:shape>
                  <v:shape id="Freeform 40" o:spid="_x0000_s1045" style="position:absolute;left:9079;top:326;width:25146;height:1851;visibility:visible;mso-wrap-style:square;v-text-anchor:middle" coordsize="2514600,1850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" path="m,c282121,68943,564243,137886,870857,152400v306614,14514,694872,-70757,968829,-65314c2113643,92529,2314121,138793,2514600,185057e" filled="f" strokecolor="#94612e" strokeweight="8pt">
                    <v:path arrowok="t" o:connecttype="custom" o:connectlocs="0,0;870857,152400;1839686,87086;2514600,185057" o:connectangles="0,0,0,0"/>
                  </v:shape>
                  <v:shape id="Freeform 41" o:spid="_x0000_s1046" style="position:absolute;left:23557;top:762;width:25255;height:1853;visibility:visible;mso-wrap-style:square;v-text-anchor:middle" coordsize="2525486,1853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" path="m,152666c524329,73744,1048658,-5177,1469572,266v420914,5443,738414,95250,1055914,185057e" filled="f" strokecolor="#94612e" strokeweight="8pt">
                    <v:path arrowok="t" o:connecttype="custom" o:connectlocs="0,152666;1469572,266;2525486,185323" o:connectangles="0,0,0"/>
                  </v:shape>
                  <v:shape id="Freeform 42" o:spid="_x0000_s1047" style="position:absolute;left:21707;top:1524;width:24928;height:2793;visibility:visible;mso-wrap-style:square;v-text-anchor:middle" coordsize="2492829,2793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" path="m,145964v393700,74385,787400,148771,1143000,130628c1498600,258449,1908629,82464,2133600,37107,2358571,-8250,2425700,-1900,2492829,4450e" filled="f" strokecolor="#94612e" strokeweight="8pt">
                    <v:path arrowok="t" o:connecttype="custom" o:connectlocs="0,145964;1143000,276592;2133600,37107;2492829,4450" o:connectangles="0,0,0,0"/>
                  </v:shape>
                  <v:shape id="Freeform 43" o:spid="_x0000_s1048" style="position:absolute;left:713;top:3483;width:24276;height:1401;visibility:visible;mso-wrap-style:square;v-text-anchor:middle" coordsize="2427514,1401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" path="m,119743v695778,15421,1391557,30843,1796143,10886c2200729,110672,2314121,55336,2427514,e" filled="f" strokecolor="#94612e" strokeweight="8pt">
                    <v:path arrowok="t" o:connecttype="custom" o:connectlocs="0,119743;1796143,130629;2427514,0" o:connectangles="0,0,0"/>
                  </v:shape>
                  <v:shape id="Freeform 44" o:spid="_x0000_s1049" style="position:absolute;left:10494;top:6966;width:21881;height:765;visibility:visible;mso-wrap-style:square;v-text-anchor:middle" coordsize="2188029,765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" path="m,54737c568779,25708,1137558,-3320,1502229,308v364671,3628,525235,39914,685800,76200e" filled="f" strokecolor="#94612e" strokeweight="8pt">
                    <v:path arrowok="t" o:connecttype="custom" o:connectlocs="0,54737;1502229,308;2188029,76508" o:connectangles="0,0,0"/>
                  </v:shape>
                  <v:shape id="Freeform 45" o:spid="_x0000_s1050" style="position:absolute;left:58908;top:1850;width:23513;height:1739;flip:y;visibility:visible;mso-wrap-style:square;v-text-anchor:middle" coordsize="2351314,2990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" path="m,183407v386443,68943,772886,137886,1110343,108857c1447800,263235,1817915,41892,2024743,9235v206828,-32657,266699,27214,326571,87086e" filled="f" strokecolor="#94612e" strokeweight="8pt">
                    <v:path arrowok="t" o:connecttype="custom" o:connectlocs="0,106619;1110343,169901;2024743,5369;2351314,55994" o:connectangles="0,0,0,0"/>
                  </v:shape>
                  <v:shape id="Freeform 46" o:spid="_x0000_s1051" style="position:absolute;left:25408;top:6966;width:23078;height:2076;rotation:-418137fd;visibility:visible;mso-wrap-style:square;v-text-anchor:middle" coordsize="2307772,2075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" path="m,52313c426357,17841,852715,-16630,1164772,8770v312057,25400,517071,179615,707571,195943c2062843,221041,2185307,163891,2307772,106741e" filled="f" strokecolor="#94612e" strokeweight="8pt">
                    <v:path arrowok="t" o:connecttype="custom" o:connectlocs="0,52313;1164772,8770;1872343,204713;2307772,106741" o:connectangles="0,0,0,0"/>
                  </v:shape>
                  <v:shape id="Freeform 47" o:spid="_x0000_s1052" style="position:absolute;left:25626;top:2721;width:23295;height:2316;visibility:visible;mso-wrap-style:square;v-text-anchor:middle" coordsize="2329543,2316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" path="m,206920c167821,101691,335643,-3537,555171,91v219528,3628,466271,210457,762000,228600c1612900,246834,1971221,177891,2329543,108948e" filled="f" strokecolor="#94612e" strokeweight="8pt">
                    <v:path arrowok="t" o:connecttype="custom" o:connectlocs="0,206920;555171,91;1317171,228691;2329543,108948" o:connectangles="0,0,0,0"/>
                  </v:shape>
                </v:group>
              </v:group>
            </w:pict>
          </mc:Fallback>
        </mc:AlternateContent>
      </w:r>
    </w:p>
    <w:p w14:paraId="6CEAEEB5" w14:textId="14E581B5" w:rsidR="00704203" w:rsidRDefault="00704203" w:rsidP="00201AC2">
      <w:pPr>
        <w:spacing w:after="180"/>
      </w:pPr>
    </w:p>
    <w:p w14:paraId="246C8AD0" w14:textId="235E2966" w:rsidR="00B5734A" w:rsidRDefault="00B5734A" w:rsidP="006F3279">
      <w:pPr>
        <w:spacing w:after="240"/>
      </w:pPr>
    </w:p>
    <w:p w14:paraId="329F3B5A" w14:textId="77777777" w:rsidR="00B5734A" w:rsidRDefault="00B5734A" w:rsidP="006F3279">
      <w:pPr>
        <w:spacing w:after="240"/>
      </w:pPr>
    </w:p>
    <w:p w14:paraId="2D1C80B0" w14:textId="77777777" w:rsidR="00B5734A" w:rsidRDefault="00B5734A" w:rsidP="006F3279">
      <w:pPr>
        <w:spacing w:after="240"/>
      </w:pPr>
    </w:p>
    <w:p w14:paraId="36044A70" w14:textId="21B4B8A6" w:rsidR="00201AC2" w:rsidRDefault="00B5734A" w:rsidP="006F3279">
      <w:pPr>
        <w:spacing w:after="240"/>
      </w:pPr>
      <w:r>
        <w:t>A polymer with longer molecules melts at a high temperature than a polymer made of molecules with shorted molecules.</w:t>
      </w:r>
    </w:p>
    <w:p w14:paraId="644DA993" w14:textId="1C641AD5" w:rsidR="00B5734A" w:rsidRDefault="00B5734A" w:rsidP="00B5734A">
      <w:pPr>
        <w:pStyle w:val="ListParagraph"/>
        <w:numPr>
          <w:ilvl w:val="0"/>
          <w:numId w:val="4"/>
        </w:numPr>
        <w:spacing w:after="240"/>
        <w:rPr>
          <w:szCs w:val="18"/>
        </w:rPr>
      </w:pPr>
      <w:r>
        <w:rPr>
          <w:szCs w:val="18"/>
        </w:rPr>
        <w:t xml:space="preserve">Give one way in which the string model is a </w:t>
      </w:r>
      <w:r w:rsidRPr="00B5734A">
        <w:rPr>
          <w:b/>
          <w:bCs/>
          <w:szCs w:val="18"/>
        </w:rPr>
        <w:t>good</w:t>
      </w:r>
      <w:r>
        <w:rPr>
          <w:szCs w:val="18"/>
        </w:rPr>
        <w:t xml:space="preserve"> representation to explain this.</w:t>
      </w:r>
    </w:p>
    <w:p w14:paraId="47660BFC" w14:textId="69C2F5AE" w:rsidR="00B5734A" w:rsidRPr="00B5734A" w:rsidRDefault="00B5734A" w:rsidP="00B5734A">
      <w:pPr>
        <w:pStyle w:val="ListParagraph"/>
        <w:numPr>
          <w:ilvl w:val="0"/>
          <w:numId w:val="4"/>
        </w:numPr>
        <w:spacing w:after="240"/>
        <w:rPr>
          <w:szCs w:val="18"/>
        </w:rPr>
      </w:pPr>
      <w:r>
        <w:rPr>
          <w:szCs w:val="18"/>
        </w:rPr>
        <w:t xml:space="preserve">Given one way in which the string model is </w:t>
      </w:r>
      <w:r w:rsidRPr="00B5734A">
        <w:rPr>
          <w:b/>
          <w:bCs/>
          <w:szCs w:val="18"/>
        </w:rPr>
        <w:t>not a good</w:t>
      </w:r>
      <w:r>
        <w:rPr>
          <w:szCs w:val="18"/>
        </w:rPr>
        <w:t xml:space="preserve"> representation.</w:t>
      </w:r>
    </w:p>
    <w:p w14:paraId="5DA88606" w14:textId="77777777" w:rsidR="00201AC2" w:rsidRPr="00201AC2" w:rsidRDefault="00201AC2" w:rsidP="006F3279">
      <w:pPr>
        <w:spacing w:after="240"/>
        <w:rPr>
          <w:szCs w:val="18"/>
        </w:rPr>
        <w:sectPr w:rsidR="00201AC2" w:rsidRPr="00201AC2" w:rsidSect="00642ECD">
          <w:headerReference w:type="default" r:id="rId8"/>
          <w:footerReference w:type="default" r:id="rId9"/>
          <w:pgSz w:w="11906" w:h="16838" w:code="9"/>
          <w:pgMar w:top="1440" w:right="1440" w:bottom="1440" w:left="1440" w:header="709" w:footer="567" w:gutter="0"/>
          <w:cols w:space="708"/>
          <w:docGrid w:linePitch="360"/>
        </w:sectPr>
      </w:pPr>
    </w:p>
    <w:p w14:paraId="1C3C1BD3" w14:textId="77777777" w:rsidR="00435A06" w:rsidRPr="006F3279" w:rsidRDefault="00435A06" w:rsidP="00435A06">
      <w:pPr>
        <w:spacing w:after="240"/>
        <w:rPr>
          <w:i/>
          <w:sz w:val="18"/>
          <w:szCs w:val="18"/>
        </w:rPr>
      </w:pPr>
      <w:r>
        <w:rPr>
          <w:i/>
          <w:sz w:val="18"/>
          <w:szCs w:val="18"/>
        </w:rPr>
        <w:lastRenderedPageBreak/>
        <w:t>Chemistry</w:t>
      </w:r>
      <w:r w:rsidRPr="00CA4B46">
        <w:rPr>
          <w:i/>
          <w:sz w:val="18"/>
          <w:szCs w:val="18"/>
        </w:rPr>
        <w:t xml:space="preserve"> &gt; </w:t>
      </w:r>
      <w:r>
        <w:rPr>
          <w:i/>
          <w:sz w:val="18"/>
          <w:szCs w:val="18"/>
        </w:rPr>
        <w:t>Big idea CMS: Materials science &gt; Topic CMS2: Designing materials</w:t>
      </w:r>
      <w:r w:rsidRPr="00CA4B46">
        <w:rPr>
          <w:i/>
          <w:sz w:val="18"/>
          <w:szCs w:val="18"/>
        </w:rPr>
        <w:t xml:space="preserve"> &gt; </w:t>
      </w:r>
      <w:r>
        <w:rPr>
          <w:i/>
          <w:sz w:val="18"/>
          <w:szCs w:val="18"/>
        </w:rPr>
        <w:t>Key concept</w:t>
      </w:r>
      <w:r w:rsidRPr="00CA4B46">
        <w:rPr>
          <w:i/>
          <w:sz w:val="18"/>
          <w:szCs w:val="18"/>
        </w:rPr>
        <w:t xml:space="preserve"> </w:t>
      </w:r>
      <w:r>
        <w:rPr>
          <w:i/>
          <w:sz w:val="18"/>
          <w:szCs w:val="18"/>
        </w:rPr>
        <w:t>CMS2.1: Polymer properties</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14:paraId="233C8E4B" w14:textId="77777777" w:rsidTr="001C2E59">
        <w:tc>
          <w:tcPr>
            <w:tcW w:w="12021" w:type="dxa"/>
            <w:shd w:val="clear" w:color="auto" w:fill="FABF8F" w:themeFill="accent6" w:themeFillTint="99"/>
          </w:tcPr>
          <w:p w14:paraId="6A358BAE" w14:textId="77777777" w:rsidR="006F3279" w:rsidRPr="00CA4B46" w:rsidRDefault="00806B12" w:rsidP="00781BC6">
            <w:pPr>
              <w:ind w:left="1304"/>
              <w:rPr>
                <w:b/>
                <w:sz w:val="40"/>
                <w:szCs w:val="40"/>
              </w:rPr>
            </w:pPr>
            <w:r>
              <w:rPr>
                <w:b/>
                <w:sz w:val="40"/>
                <w:szCs w:val="40"/>
              </w:rPr>
              <w:t xml:space="preserve">Response </w:t>
            </w:r>
            <w:r w:rsidR="006A320F">
              <w:rPr>
                <w:b/>
                <w:sz w:val="40"/>
                <w:szCs w:val="40"/>
              </w:rPr>
              <w:t>activity</w:t>
            </w:r>
          </w:p>
        </w:tc>
      </w:tr>
      <w:tr w:rsidR="006F3279" w14:paraId="5671041D" w14:textId="77777777" w:rsidTr="001C2E59">
        <w:tc>
          <w:tcPr>
            <w:tcW w:w="12021" w:type="dxa"/>
            <w:shd w:val="clear" w:color="auto" w:fill="FBD4B4" w:themeFill="accent6" w:themeFillTint="66"/>
          </w:tcPr>
          <w:p w14:paraId="652BA54A" w14:textId="4DD09E4E" w:rsidR="006F3279" w:rsidRPr="00CA4B46" w:rsidRDefault="00435A06" w:rsidP="006F3279">
            <w:pPr>
              <w:spacing w:after="60"/>
              <w:ind w:left="1304"/>
              <w:rPr>
                <w:b/>
                <w:sz w:val="40"/>
                <w:szCs w:val="40"/>
              </w:rPr>
            </w:pPr>
            <w:r>
              <w:rPr>
                <w:b/>
                <w:sz w:val="40"/>
                <w:szCs w:val="40"/>
              </w:rPr>
              <w:t>Melting a polymer</w:t>
            </w:r>
          </w:p>
        </w:tc>
      </w:tr>
    </w:tbl>
    <w:p w14:paraId="48B7AC85" w14:textId="77777777" w:rsidR="006F3279" w:rsidRDefault="006F3279" w:rsidP="00E172C6">
      <w:pPr>
        <w:spacing w:after="180"/>
        <w:rPr>
          <w:b/>
        </w:rPr>
      </w:pPr>
    </w:p>
    <w:p w14:paraId="496237F1" w14:textId="77777777" w:rsidR="00456227" w:rsidRPr="001C2E59" w:rsidRDefault="00456227" w:rsidP="00456227">
      <w:pPr>
        <w:spacing w:after="180"/>
        <w:rPr>
          <w:b/>
          <w:color w:val="E36C0A" w:themeColor="accent6" w:themeShade="BF"/>
          <w:sz w:val="24"/>
        </w:rPr>
      </w:pPr>
      <w:r w:rsidRPr="001C2E59">
        <w:rPr>
          <w:b/>
          <w:color w:val="E36C0A" w:themeColor="accent6" w:themeShade="BF"/>
          <w:sz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6A320F" w14:paraId="7DB8BF54" w14:textId="77777777" w:rsidTr="003F16F9">
        <w:trPr>
          <w:trHeight w:val="340"/>
        </w:trPr>
        <w:tc>
          <w:tcPr>
            <w:tcW w:w="2196" w:type="dxa"/>
          </w:tcPr>
          <w:p w14:paraId="5808F948" w14:textId="77777777" w:rsidR="006A320F" w:rsidRDefault="006A320F" w:rsidP="006A320F">
            <w:pPr>
              <w:spacing w:before="60" w:after="60"/>
            </w:pPr>
            <w:r>
              <w:t>Learning objective:</w:t>
            </w:r>
          </w:p>
        </w:tc>
        <w:tc>
          <w:tcPr>
            <w:tcW w:w="6820" w:type="dxa"/>
          </w:tcPr>
          <w:p w14:paraId="6B502C1A" w14:textId="2F566395" w:rsidR="006A320F" w:rsidRDefault="00435A06" w:rsidP="006A320F">
            <w:pPr>
              <w:spacing w:before="60" w:after="60"/>
            </w:pPr>
            <w:r w:rsidRPr="00664C5A">
              <w:t>Materials scientists can design polymers with specific properties.</w:t>
            </w:r>
          </w:p>
        </w:tc>
      </w:tr>
      <w:tr w:rsidR="006A320F" w14:paraId="06A720BE" w14:textId="77777777" w:rsidTr="003F16F9">
        <w:trPr>
          <w:trHeight w:val="340"/>
        </w:trPr>
        <w:tc>
          <w:tcPr>
            <w:tcW w:w="2196" w:type="dxa"/>
          </w:tcPr>
          <w:p w14:paraId="3390EA49" w14:textId="77777777" w:rsidR="006A320F" w:rsidRDefault="006A320F" w:rsidP="006A320F">
            <w:pPr>
              <w:spacing w:before="60" w:after="60"/>
            </w:pPr>
            <w:r>
              <w:t>Observable learning outcome:</w:t>
            </w:r>
          </w:p>
        </w:tc>
        <w:tc>
          <w:tcPr>
            <w:tcW w:w="6820" w:type="dxa"/>
          </w:tcPr>
          <w:p w14:paraId="5978B43B" w14:textId="21930169" w:rsidR="006A320F" w:rsidRPr="00A50C9C" w:rsidRDefault="00435A06" w:rsidP="006A320F">
            <w:pPr>
              <w:spacing w:before="60" w:after="60"/>
              <w:rPr>
                <w:b/>
              </w:rPr>
            </w:pPr>
            <w:r w:rsidRPr="00664C5A">
              <w:t>Explain why a long molecule has a higher melting point than a similar but shorter molecule.</w:t>
            </w:r>
          </w:p>
        </w:tc>
      </w:tr>
      <w:tr w:rsidR="006A320F" w14:paraId="495D44FE" w14:textId="77777777" w:rsidTr="003F16F9">
        <w:trPr>
          <w:trHeight w:val="340"/>
        </w:trPr>
        <w:tc>
          <w:tcPr>
            <w:tcW w:w="2196" w:type="dxa"/>
          </w:tcPr>
          <w:p w14:paraId="549FBC50" w14:textId="77777777" w:rsidR="006A320F" w:rsidRDefault="00E03772" w:rsidP="006A320F">
            <w:pPr>
              <w:spacing w:before="60" w:after="60"/>
            </w:pPr>
            <w:r>
              <w:t>Activity</w:t>
            </w:r>
            <w:r w:rsidR="006A320F">
              <w:t xml:space="preserve"> type:</w:t>
            </w:r>
          </w:p>
        </w:tc>
        <w:tc>
          <w:tcPr>
            <w:tcW w:w="6820" w:type="dxa"/>
          </w:tcPr>
          <w:p w14:paraId="0F08381C" w14:textId="607FFFBD" w:rsidR="006A320F" w:rsidRDefault="00B5734A" w:rsidP="006A320F">
            <w:pPr>
              <w:spacing w:before="60" w:after="60"/>
            </w:pPr>
            <w:r>
              <w:t>Critiquing a representation</w:t>
            </w:r>
          </w:p>
        </w:tc>
      </w:tr>
      <w:tr w:rsidR="006A320F" w14:paraId="7831D3B6" w14:textId="77777777" w:rsidTr="003F16F9">
        <w:trPr>
          <w:trHeight w:val="340"/>
        </w:trPr>
        <w:tc>
          <w:tcPr>
            <w:tcW w:w="2196" w:type="dxa"/>
          </w:tcPr>
          <w:p w14:paraId="1A2C8E4E" w14:textId="77777777" w:rsidR="006A320F" w:rsidRDefault="006A320F" w:rsidP="006A320F">
            <w:pPr>
              <w:spacing w:before="60" w:after="60"/>
            </w:pPr>
            <w:r>
              <w:t>Key words:</w:t>
            </w:r>
          </w:p>
        </w:tc>
        <w:tc>
          <w:tcPr>
            <w:tcW w:w="6820" w:type="dxa"/>
            <w:tcBorders>
              <w:bottom w:val="dotted" w:sz="4" w:space="0" w:color="auto"/>
            </w:tcBorders>
          </w:tcPr>
          <w:p w14:paraId="3A5C0B7F" w14:textId="487E7C7B" w:rsidR="006A320F" w:rsidRDefault="00B5734A" w:rsidP="006A320F">
            <w:pPr>
              <w:spacing w:before="60" w:after="60"/>
            </w:pPr>
            <w:r>
              <w:t>molecule, polymer, melting point</w:t>
            </w:r>
          </w:p>
        </w:tc>
      </w:tr>
    </w:tbl>
    <w:p w14:paraId="2A93DF62" w14:textId="77777777" w:rsidR="00E172C6" w:rsidRDefault="00E172C6" w:rsidP="00E172C6">
      <w:pPr>
        <w:spacing w:after="180"/>
      </w:pPr>
    </w:p>
    <w:p w14:paraId="05ED8C98" w14:textId="7F4238EF" w:rsidR="006A320F" w:rsidRDefault="006A320F" w:rsidP="006A320F">
      <w:pPr>
        <w:spacing w:after="180"/>
      </w:pPr>
      <w:r>
        <w:t xml:space="preserve">This activity can help develop students’ understanding by addressing the </w:t>
      </w:r>
      <w:r w:rsidR="00B5734A">
        <w:t>misunderstandings</w:t>
      </w:r>
      <w:r>
        <w:t xml:space="preserve"> revealed by the following diagnostic question</w:t>
      </w:r>
      <w:r w:rsidR="00704203">
        <w:t>:</w:t>
      </w:r>
    </w:p>
    <w:p w14:paraId="05375C78" w14:textId="33F5C2BC" w:rsidR="00456227" w:rsidRPr="00A6111E" w:rsidRDefault="00704203" w:rsidP="00456227">
      <w:pPr>
        <w:pStyle w:val="ListParagraph"/>
        <w:numPr>
          <w:ilvl w:val="0"/>
          <w:numId w:val="1"/>
        </w:numPr>
        <w:spacing w:after="180"/>
      </w:pPr>
      <w:r>
        <w:t>Melting points</w:t>
      </w:r>
    </w:p>
    <w:p w14:paraId="08EA0662" w14:textId="77777777" w:rsidR="00F72ECC" w:rsidRDefault="00F72ECC" w:rsidP="00F72ECC"/>
    <w:p w14:paraId="1503840B" w14:textId="77777777" w:rsidR="00C05571" w:rsidRPr="001C2E59" w:rsidRDefault="00BB44B4" w:rsidP="00026DEC">
      <w:pPr>
        <w:spacing w:after="180"/>
        <w:rPr>
          <w:b/>
          <w:color w:val="E36C0A" w:themeColor="accent6" w:themeShade="BF"/>
          <w:sz w:val="24"/>
        </w:rPr>
      </w:pPr>
      <w:r w:rsidRPr="001C2E59">
        <w:rPr>
          <w:b/>
          <w:color w:val="E36C0A" w:themeColor="accent6" w:themeShade="BF"/>
          <w:sz w:val="24"/>
        </w:rPr>
        <w:t>What does the research say</w:t>
      </w:r>
      <w:r w:rsidR="00C05571" w:rsidRPr="001C2E59">
        <w:rPr>
          <w:b/>
          <w:color w:val="E36C0A" w:themeColor="accent6" w:themeShade="BF"/>
          <w:sz w:val="24"/>
        </w:rPr>
        <w:t>?</w:t>
      </w:r>
    </w:p>
    <w:p w14:paraId="3FB83503" w14:textId="77777777" w:rsidR="00B0152B" w:rsidRDefault="00B0152B" w:rsidP="00B0152B">
      <w:pPr>
        <w:spacing w:after="180"/>
      </w:pPr>
      <w:r>
        <w:t xml:space="preserve">As part of  a study </w:t>
      </w:r>
      <w:r>
        <w:fldChar w:fldCharType="begin"/>
      </w:r>
      <w:r>
        <w:instrText xml:space="preserve"> ADDIN EN.CITE &lt;EndNote&gt;&lt;Cite&gt;&lt;Author&gt;Johnson&lt;/Author&gt;&lt;Year&gt;2002&lt;/Year&gt;&lt;IDText&gt;Children&amp;apos;s understanding of substances, part 2: Explaining chemical change&lt;/IDText&gt;&lt;DisplayText&gt;(Johnson, 2002)&lt;/DisplayText&gt;&lt;record&gt;&lt;titles&gt;&lt;title&gt;Children&amp;apos;s understanding of substances, part 2: Explaining chemical change&lt;/title&gt;&lt;secondary-title&gt;International Journal of Science Education&lt;/secondary-title&gt;&lt;/titles&gt;&lt;pages&gt;1037-1054&lt;/pages&gt;&lt;number&gt;10&lt;/number&gt;&lt;contributors&gt;&lt;authors&gt;&lt;author&gt;Johnson, Philip&lt;/author&gt;&lt;/authors&gt;&lt;/contributors&gt;&lt;added-date format="utc"&gt;1531856171&lt;/added-date&gt;&lt;ref-type name="Journal Article"&gt;17&lt;/ref-type&gt;&lt;dates&gt;&lt;year&gt;2002&lt;/year&gt;&lt;/dates&gt;&lt;rec-number&gt;8&lt;/rec-number&gt;&lt;last-updated-date format="utc"&gt;1531856252&lt;/last-updated-date&gt;&lt;volume&gt;24&lt;/volume&gt;&lt;/record&gt;&lt;/Cite&gt;&lt;/EndNote&gt;</w:instrText>
      </w:r>
      <w:r>
        <w:fldChar w:fldCharType="separate"/>
      </w:r>
      <w:r>
        <w:rPr>
          <w:noProof/>
        </w:rPr>
        <w:t>(Johnson, 2002)</w:t>
      </w:r>
      <w:r>
        <w:fldChar w:fldCharType="end"/>
      </w:r>
      <w:r>
        <w:t>, elements and compounds were explained in terms of atoms and molecules with both ‘molecular’ and ‘giant’ structures being given as possibilities. This is earlier than these ideas are typically introduced in chemistry courses however Johnson suggests that the idea is useful in explaining, in general terms, the low and high melting points of different substances.</w:t>
      </w:r>
    </w:p>
    <w:p w14:paraId="18D68876" w14:textId="77777777" w:rsidR="00B0152B" w:rsidRDefault="00B0152B" w:rsidP="00B0152B">
      <w:pPr>
        <w:spacing w:after="180"/>
      </w:pPr>
      <w:r>
        <w:t xml:space="preserve">Another paper </w:t>
      </w:r>
      <w:r>
        <w:fldChar w:fldCharType="begin"/>
      </w:r>
      <w:r>
        <w:instrText xml:space="preserve"> ADDIN EN.CITE &lt;EndNote&gt;&lt;Cite&gt;&lt;Author&gt;Nakhleh&lt;/Author&gt;&lt;Year&gt;1992&lt;/Year&gt;&lt;IDText&gt;Why don&amp;apos;t some students don&amp;apos;t learn chemistry&lt;/IDText&gt;&lt;DisplayText&gt;(Nakhleh, 1992)&lt;/DisplayText&gt;&lt;record&gt;&lt;titles&gt;&lt;title&gt;Why don&amp;apos;t some students don&amp;apos;t learn chemistry&lt;/title&gt;&lt;secondary-title&gt;Journal of chemical education&lt;/secondary-title&gt;&lt;/titles&gt;&lt;pages&gt;191-196&lt;/pages&gt;&lt;number&gt;3&lt;/number&gt;&lt;contributors&gt;&lt;authors&gt;&lt;author&gt;Nakhleh, Mary B.&lt;/author&gt;&lt;/authors&gt;&lt;/contributors&gt;&lt;added-date format="utc"&gt;1593163010&lt;/added-date&gt;&lt;ref-type name="Journal Article"&gt;17&lt;/ref-type&gt;&lt;dates&gt;&lt;year&gt;1992&lt;/year&gt;&lt;/dates&gt;&lt;rec-number&gt;118&lt;/rec-number&gt;&lt;last-updated-date format="utc"&gt;1593163081&lt;/last-updated-date&gt;&lt;volume&gt;69&lt;/volume&gt;&lt;/record&gt;&lt;/Cite&gt;&lt;/EndNote&gt;</w:instrText>
      </w:r>
      <w:r>
        <w:fldChar w:fldCharType="separate"/>
      </w:r>
      <w:r>
        <w:rPr>
          <w:noProof/>
        </w:rPr>
        <w:t>(Nakhleh, 1992)</w:t>
      </w:r>
      <w:r>
        <w:fldChar w:fldCharType="end"/>
      </w:r>
      <w:r>
        <w:t xml:space="preserve"> which considers a range of chemical misconceptions, notes that many students were found not to be aware of the general difference in magnitude that exists between strength of a covalent bond and an intermolecular force.</w:t>
      </w:r>
    </w:p>
    <w:p w14:paraId="793DDE92" w14:textId="77777777" w:rsidR="00B0152B" w:rsidRDefault="00B0152B" w:rsidP="00B0152B">
      <w:pPr>
        <w:spacing w:after="180"/>
      </w:pPr>
      <w:r>
        <w:t>As a substance with a giant structure is heated and as it changes from the solid, to liquid to gas state, many strong bonds between atoms must be broken. In a substance made up of separate molecules weaker intermolecular force must be overcome</w:t>
      </w:r>
    </w:p>
    <w:p w14:paraId="559080B9" w14:textId="77777777" w:rsidR="00B0152B" w:rsidRDefault="00B0152B" w:rsidP="00B0152B">
      <w:pPr>
        <w:spacing w:after="180"/>
      </w:pPr>
      <w:r>
        <w:t>Although the link between length of molecule and size of intermolecular forces is usually taught at a much older age, students of this age group should be able to understand that the difference in melting point relates to forces between the molecules and not the those between atoms within the molecule.</w:t>
      </w:r>
    </w:p>
    <w:p w14:paraId="25CD409A" w14:textId="77777777" w:rsidR="007A748B" w:rsidRPr="001C2E59" w:rsidRDefault="007A748B" w:rsidP="00026DEC">
      <w:pPr>
        <w:spacing w:after="180"/>
        <w:rPr>
          <w:b/>
          <w:color w:val="E36C0A" w:themeColor="accent6" w:themeShade="BF"/>
          <w:sz w:val="24"/>
        </w:rPr>
      </w:pPr>
      <w:r w:rsidRPr="001C2E59">
        <w:rPr>
          <w:b/>
          <w:color w:val="E36C0A" w:themeColor="accent6" w:themeShade="BF"/>
          <w:sz w:val="24"/>
        </w:rPr>
        <w:t>Ways to use this</w:t>
      </w:r>
      <w:r w:rsidR="00CF6578">
        <w:rPr>
          <w:b/>
          <w:color w:val="E36C0A" w:themeColor="accent6" w:themeShade="BF"/>
          <w:sz w:val="24"/>
        </w:rPr>
        <w:t xml:space="preserve"> activity</w:t>
      </w:r>
    </w:p>
    <w:p w14:paraId="5E2F0113" w14:textId="77777777" w:rsidR="00904B4D" w:rsidRDefault="00904B4D" w:rsidP="00904B4D">
      <w:r w:rsidRPr="00DA3B6C">
        <w:t xml:space="preserve">Students </w:t>
      </w:r>
      <w:r>
        <w:t>should complete this activity in pairs or small groups, and the focus should be on the discussions.  It is through the discussions that students can check their understanding and rehearse their explanations.</w:t>
      </w:r>
    </w:p>
    <w:p w14:paraId="4C492399" w14:textId="77777777" w:rsidR="00904B4D" w:rsidRDefault="00904B4D" w:rsidP="00904B4D">
      <w:r>
        <w:t xml:space="preserve">Philosophically science can be said to be a description of the ‘best model’ we have for the world.  In this activity students should identify ways in which this </w:t>
      </w:r>
      <w:proofErr w:type="gramStart"/>
      <w:r>
        <w:t>particular model</w:t>
      </w:r>
      <w:proofErr w:type="gramEnd"/>
      <w:r>
        <w:t xml:space="preserve"> is a good representation of the real world, and ways in which it is not.  </w:t>
      </w:r>
    </w:p>
    <w:p w14:paraId="2CE77B6D" w14:textId="77777777" w:rsidR="00904B4D" w:rsidRDefault="00904B4D" w:rsidP="00904B4D">
      <w:pPr>
        <w:spacing w:after="180"/>
      </w:pPr>
      <w:r>
        <w:t xml:space="preserve">Students should work together to follow the instructions on either the worksheet or the PowerPoint.  Giving each group one worksheet to complete between them is helpful for encouraging discussion, </w:t>
      </w:r>
      <w:r>
        <w:lastRenderedPageBreak/>
        <w:t xml:space="preserve">but each member should be able to report back to the class.  Listening in to the conversations of each group will often give you insights into how your students are thinking.  </w:t>
      </w:r>
    </w:p>
    <w:p w14:paraId="4776CC14" w14:textId="3372D46E" w:rsidR="00904B4D" w:rsidRDefault="00904B4D" w:rsidP="00904B4D">
      <w:r>
        <w:t xml:space="preserve">In this activity it can be helpful to take feedback whilst using the model to demonstrate what makes it a useful model and perhaps the ways in which it is less good.  A good approach might be to encourage your students to suggest their ideas and make clear their reasons and to demonstrate how this works with the model.  You might ask other students why they think it was a good contribution, or when appropriate, if they can improve on the idea’s clarity.  </w:t>
      </w:r>
    </w:p>
    <w:p w14:paraId="3380000C" w14:textId="77777777" w:rsidR="00904B4D" w:rsidRDefault="00904B4D" w:rsidP="00904B4D">
      <w:r>
        <w:t>Ending with the students completing the worksheet or questions from the PowerPoint individually, might help them to consolidate their learning.</w:t>
      </w:r>
    </w:p>
    <w:p w14:paraId="508E8B99" w14:textId="77777777" w:rsidR="00904B4D" w:rsidRPr="00E7124B" w:rsidRDefault="00904B4D" w:rsidP="00904B4D">
      <w:pPr>
        <w:rPr>
          <w:i/>
        </w:rPr>
      </w:pPr>
      <w:r w:rsidRPr="00E7124B">
        <w:rPr>
          <w:i/>
        </w:rPr>
        <w:t>Differentiation</w:t>
      </w:r>
    </w:p>
    <w:p w14:paraId="078E521D" w14:textId="574C5501" w:rsidR="00904B4D" w:rsidRDefault="00904B4D" w:rsidP="00904B4D">
      <w:r>
        <w:t>You may choose to use simplified worksheets for some students, for example with gaps to fill in so they can focus on the science.  In some situations</w:t>
      </w:r>
      <w:r w:rsidR="00B0152B">
        <w:t>,</w:t>
      </w:r>
      <w:r>
        <w:t xml:space="preserve"> it may be more appropriate for a teaching assistant to read and/or scribe for one or two students.</w:t>
      </w:r>
    </w:p>
    <w:p w14:paraId="79F0DABA" w14:textId="77777777" w:rsidR="00904B4D" w:rsidRDefault="00904B4D" w:rsidP="00904B4D"/>
    <w:p w14:paraId="42CA69D2" w14:textId="76BC036F" w:rsidR="00BB44B4" w:rsidRPr="006A320F" w:rsidRDefault="00456227" w:rsidP="00BB44B4">
      <w:pPr>
        <w:spacing w:after="180"/>
      </w:pPr>
      <w:r w:rsidRPr="006A320F">
        <w:rPr>
          <w:b/>
          <w:color w:val="E36C0A" w:themeColor="accent6" w:themeShade="BF"/>
        </w:rPr>
        <w:t>Equipment</w:t>
      </w:r>
      <w:r w:rsidR="006A320F" w:rsidRPr="006A320F">
        <w:rPr>
          <w:b/>
          <w:color w:val="76923C" w:themeColor="accent3" w:themeShade="BF"/>
        </w:rPr>
        <w:t xml:space="preserve"> </w:t>
      </w:r>
    </w:p>
    <w:p w14:paraId="6A4A7ACC" w14:textId="77777777" w:rsidR="00456227" w:rsidRDefault="00456227" w:rsidP="00456227">
      <w:pPr>
        <w:spacing w:after="180"/>
      </w:pPr>
      <w:r w:rsidRPr="00C57FA2">
        <w:t>For each student/pair/group:</w:t>
      </w:r>
    </w:p>
    <w:p w14:paraId="4655D853" w14:textId="39F99E7A" w:rsidR="00456227" w:rsidRDefault="00904B4D" w:rsidP="00456227">
      <w:pPr>
        <w:pStyle w:val="ListParagraph"/>
        <w:numPr>
          <w:ilvl w:val="0"/>
          <w:numId w:val="1"/>
        </w:numPr>
        <w:spacing w:after="180"/>
      </w:pPr>
      <w:r>
        <w:t>string</w:t>
      </w:r>
    </w:p>
    <w:p w14:paraId="70445A3F" w14:textId="7048411D" w:rsidR="00904B4D" w:rsidRDefault="00904B4D" w:rsidP="00456227">
      <w:pPr>
        <w:pStyle w:val="ListParagraph"/>
        <w:numPr>
          <w:ilvl w:val="0"/>
          <w:numId w:val="1"/>
        </w:numPr>
        <w:spacing w:after="180"/>
      </w:pPr>
      <w:r>
        <w:t>scissors</w:t>
      </w:r>
    </w:p>
    <w:p w14:paraId="1EF6F2D1" w14:textId="53D1BE84" w:rsidR="00904B4D" w:rsidRDefault="00904B4D" w:rsidP="00904B4D">
      <w:pPr>
        <w:spacing w:after="180"/>
      </w:pPr>
      <w:r>
        <w:t>An alternative is shredded tissue paper.</w:t>
      </w:r>
    </w:p>
    <w:p w14:paraId="2E7710B9" w14:textId="77777777" w:rsidR="00E172C6" w:rsidRPr="001C2E59" w:rsidRDefault="00BB44B4" w:rsidP="00026DEC">
      <w:pPr>
        <w:spacing w:after="180"/>
        <w:rPr>
          <w:b/>
          <w:color w:val="E36C0A" w:themeColor="accent6" w:themeShade="BF"/>
          <w:sz w:val="24"/>
        </w:rPr>
      </w:pPr>
      <w:r w:rsidRPr="001C2E59">
        <w:rPr>
          <w:b/>
          <w:color w:val="E36C0A" w:themeColor="accent6" w:themeShade="BF"/>
          <w:sz w:val="24"/>
        </w:rPr>
        <w:t>Expected answers</w:t>
      </w:r>
    </w:p>
    <w:p w14:paraId="28C948F9" w14:textId="108CB470" w:rsidR="00BF6C8A" w:rsidRDefault="00B0152B" w:rsidP="00BF6C8A">
      <w:pPr>
        <w:spacing w:after="180"/>
      </w:pPr>
      <w:r>
        <w:t>The string model is a good representation because it feels harder to move the longer pieces of string passed each other.</w:t>
      </w:r>
    </w:p>
    <w:p w14:paraId="00F2E856" w14:textId="7EAFA5A6" w:rsidR="00B0152B" w:rsidRDefault="00B0152B" w:rsidP="00BF6C8A">
      <w:pPr>
        <w:spacing w:after="180"/>
      </w:pPr>
      <w:r>
        <w:t>The string model is not a good representation because it does not effectively model the existence of forces between the molecules.</w:t>
      </w:r>
    </w:p>
    <w:p w14:paraId="4D014209" w14:textId="77777777" w:rsidR="003117F6" w:rsidRPr="001C2E59" w:rsidRDefault="00CC78A5" w:rsidP="00026DEC">
      <w:pPr>
        <w:spacing w:after="180"/>
        <w:rPr>
          <w:b/>
          <w:color w:val="E36C0A" w:themeColor="accent6" w:themeShade="BF"/>
          <w:sz w:val="24"/>
        </w:rPr>
      </w:pPr>
      <w:r w:rsidRPr="001C2E59">
        <w:rPr>
          <w:b/>
          <w:color w:val="E36C0A" w:themeColor="accent6" w:themeShade="BF"/>
          <w:sz w:val="24"/>
        </w:rPr>
        <w:t>Acknowledgments</w:t>
      </w:r>
    </w:p>
    <w:p w14:paraId="444F3B58" w14:textId="69FFAA77" w:rsidR="00D278E8" w:rsidRDefault="00D278E8" w:rsidP="00E172C6">
      <w:pPr>
        <w:spacing w:after="180"/>
      </w:pPr>
      <w:r>
        <w:t xml:space="preserve">Developed </w:t>
      </w:r>
      <w:r w:rsidR="0015356E">
        <w:t xml:space="preserve">by </w:t>
      </w:r>
      <w:r w:rsidR="00704203">
        <w:t>Peter Fairhurst</w:t>
      </w:r>
      <w:r w:rsidR="0015356E">
        <w:t xml:space="preserve"> (UYSEG)</w:t>
      </w:r>
      <w:r w:rsidR="00704203">
        <w:t xml:space="preserve"> and Helen Harden (UYSEG)</w:t>
      </w:r>
    </w:p>
    <w:p w14:paraId="2EA48446" w14:textId="2B00F264" w:rsidR="00CC78A5" w:rsidRDefault="00D278E8" w:rsidP="00E172C6">
      <w:pPr>
        <w:spacing w:after="180"/>
      </w:pPr>
      <w:r w:rsidRPr="0045323E">
        <w:t xml:space="preserve">Images: </w:t>
      </w:r>
      <w:r w:rsidR="00704203">
        <w:t>Peter Fairhurst (UYSEG)</w:t>
      </w:r>
    </w:p>
    <w:p w14:paraId="4BFB4FDD" w14:textId="68FE94A9" w:rsidR="00B0152B" w:rsidRPr="00B0152B" w:rsidRDefault="008D7667" w:rsidP="00026DEC">
      <w:pPr>
        <w:spacing w:after="180"/>
        <w:rPr>
          <w:b/>
          <w:color w:val="E36C0A" w:themeColor="accent6" w:themeShade="BF"/>
          <w:sz w:val="24"/>
        </w:rPr>
      </w:pPr>
      <w:r>
        <w:rPr>
          <w:b/>
          <w:color w:val="E36C0A" w:themeColor="accent6" w:themeShade="BF"/>
          <w:sz w:val="24"/>
        </w:rPr>
        <w:t>References</w:t>
      </w:r>
    </w:p>
    <w:p w14:paraId="2736AB1D" w14:textId="77777777" w:rsidR="00B0152B" w:rsidRPr="00B0152B" w:rsidRDefault="00B0152B" w:rsidP="00B0152B">
      <w:pPr>
        <w:pStyle w:val="EndNoteBibliography"/>
      </w:pPr>
      <w:r>
        <w:fldChar w:fldCharType="begin"/>
      </w:r>
      <w:r>
        <w:instrText xml:space="preserve"> ADDIN EN.REFLIST </w:instrText>
      </w:r>
      <w:r>
        <w:fldChar w:fldCharType="separate"/>
      </w:r>
      <w:r w:rsidRPr="00B0152B">
        <w:t xml:space="preserve">Johnson, P. (2002). Children's understanding of substances, part 2: Explaining chemical change. </w:t>
      </w:r>
      <w:r w:rsidRPr="00B0152B">
        <w:rPr>
          <w:i/>
        </w:rPr>
        <w:t>International Journal of Science Education,</w:t>
      </w:r>
      <w:r w:rsidRPr="00B0152B">
        <w:t xml:space="preserve"> 24(10)</w:t>
      </w:r>
      <w:r w:rsidRPr="00B0152B">
        <w:rPr>
          <w:b/>
        </w:rPr>
        <w:t>,</w:t>
      </w:r>
      <w:r w:rsidRPr="00B0152B">
        <w:t xml:space="preserve"> 1037-1054.</w:t>
      </w:r>
    </w:p>
    <w:p w14:paraId="2B900123" w14:textId="77777777" w:rsidR="00B0152B" w:rsidRPr="00B0152B" w:rsidRDefault="00B0152B" w:rsidP="00B0152B">
      <w:pPr>
        <w:pStyle w:val="EndNoteBibliography"/>
      </w:pPr>
      <w:r w:rsidRPr="00B0152B">
        <w:t xml:space="preserve">Nakhleh, M. B. (1992). Why don't some students don't learn chemistry. </w:t>
      </w:r>
      <w:r w:rsidRPr="00B0152B">
        <w:rPr>
          <w:i/>
        </w:rPr>
        <w:t>Journal of chemical education,</w:t>
      </w:r>
      <w:r w:rsidRPr="00B0152B">
        <w:t xml:space="preserve"> 69(3)</w:t>
      </w:r>
      <w:r w:rsidRPr="00B0152B">
        <w:rPr>
          <w:b/>
        </w:rPr>
        <w:t>,</w:t>
      </w:r>
      <w:r w:rsidRPr="00B0152B">
        <w:t xml:space="preserve"> 191-196.</w:t>
      </w:r>
    </w:p>
    <w:p w14:paraId="77AE83AB" w14:textId="343D37BC" w:rsidR="005E1205" w:rsidRPr="005E1205" w:rsidRDefault="00B0152B" w:rsidP="00026DEC">
      <w:pPr>
        <w:spacing w:after="180"/>
      </w:pPr>
      <w:r>
        <w:fldChar w:fldCharType="end"/>
      </w:r>
    </w:p>
    <w:sectPr w:rsidR="005E1205" w:rsidRPr="005E1205" w:rsidSect="00642ECD">
      <w:headerReference w:type="default" r:id="rId10"/>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E19A581" w14:textId="77777777" w:rsidR="00FC1A3D" w:rsidRDefault="00FC1A3D" w:rsidP="000B473B">
      <w:r>
        <w:separator/>
      </w:r>
    </w:p>
  </w:endnote>
  <w:endnote w:type="continuationSeparator" w:id="0">
    <w:p w14:paraId="756FB2CA" w14:textId="77777777" w:rsidR="00FC1A3D" w:rsidRDefault="00FC1A3D"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9FB3BC5" w14:textId="12ECF8E4"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C21B85F" wp14:editId="64AB09EC">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F8C882A"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" strokeweight="1pt"/>
          </w:pict>
        </mc:Fallback>
      </mc:AlternateContent>
    </w:r>
    <w:r>
      <w:rPr>
        <w:sz w:val="16"/>
        <w:szCs w:val="16"/>
      </w:rPr>
      <w:t xml:space="preserve">Developed by the University of York Science Education Group and </w:t>
    </w:r>
    <w:r w:rsidR="00B0152B">
      <w:rPr>
        <w:sz w:val="16"/>
        <w:szCs w:val="16"/>
      </w:rPr>
      <w:t>The Horners’ Company Charity.</w:t>
    </w:r>
    <w:r>
      <w:rPr>
        <w:sz w:val="16"/>
        <w:szCs w:val="16"/>
      </w:rPr>
      <w:tab/>
    </w:r>
    <w:r>
      <w:fldChar w:fldCharType="begin"/>
    </w:r>
    <w:r>
      <w:instrText xml:space="preserve"> PAGE  \* Arabic  \* MERGEFORMAT </w:instrText>
    </w:r>
    <w:r>
      <w:fldChar w:fldCharType="separate"/>
    </w:r>
    <w:r w:rsidR="005E1205">
      <w:rPr>
        <w:noProof/>
      </w:rPr>
      <w:t>3</w:t>
    </w:r>
    <w:r>
      <w:rPr>
        <w:noProof/>
      </w:rPr>
      <w:fldChar w:fldCharType="end"/>
    </w:r>
  </w:p>
  <w:p w14:paraId="2630B48F" w14:textId="77777777" w:rsidR="00201AC2" w:rsidRDefault="00201AC2" w:rsidP="00201AC2">
    <w:pPr>
      <w:pStyle w:val="Footer"/>
      <w:tabs>
        <w:tab w:val="clear" w:pos="4513"/>
        <w:tab w:val="clear" w:pos="9026"/>
        <w:tab w:val="right" w:pos="9072"/>
      </w:tabs>
      <w:rPr>
        <w:sz w:val="16"/>
        <w:szCs w:val="16"/>
      </w:rPr>
    </w:pPr>
    <w:r>
      <w:rPr>
        <w:sz w:val="16"/>
        <w:szCs w:val="16"/>
      </w:rPr>
      <w:t xml:space="preserve">This </w:t>
    </w:r>
    <w:r w:rsidR="005E1205">
      <w:rPr>
        <w:sz w:val="16"/>
        <w:szCs w:val="16"/>
      </w:rPr>
      <w:t>document</w:t>
    </w:r>
    <w:r>
      <w:rPr>
        <w:sz w:val="16"/>
        <w:szCs w:val="16"/>
      </w:rPr>
      <w:t xml:space="preserve"> may have been edited. Download the original from </w:t>
    </w:r>
    <w:r w:rsidRPr="00ED4562">
      <w:rPr>
        <w:b/>
        <w:sz w:val="16"/>
        <w:szCs w:val="16"/>
      </w:rPr>
      <w:t>www.BestEvidenceScienceTeaching.org</w:t>
    </w:r>
  </w:p>
  <w:p w14:paraId="358B8A12" w14:textId="77777777" w:rsidR="00F12C3B" w:rsidRPr="00201AC2" w:rsidRDefault="008D7667" w:rsidP="008D7667">
    <w:pPr>
      <w:pStyle w:val="Footer"/>
      <w:rPr>
        <w:sz w:val="16"/>
        <w:szCs w:val="16"/>
      </w:rPr>
    </w:pPr>
    <w:r w:rsidRPr="008D7667">
      <w:rPr>
        <w:sz w:val="16"/>
        <w:szCs w:val="16"/>
      </w:rPr>
      <w:t>© University of York Science Education 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79119C4" w14:textId="77777777" w:rsidR="00FC1A3D" w:rsidRDefault="00FC1A3D" w:rsidP="000B473B">
      <w:r>
        <w:separator/>
      </w:r>
    </w:p>
  </w:footnote>
  <w:footnote w:type="continuationSeparator" w:id="0">
    <w:p w14:paraId="488CC784" w14:textId="77777777" w:rsidR="00FC1A3D" w:rsidRDefault="00FC1A3D"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BE2C87D" w14:textId="77777777"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14:anchorId="4B5CBB1D" wp14:editId="3F832977">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14:anchorId="25DAA395" wp14:editId="4FC24D7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75DF72C"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4426DAD" w14:textId="77777777"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10A894DA" wp14:editId="2E633B2D">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2FE1E7DE" wp14:editId="0889042C">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566E4C2"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49952131"/>
    <w:multiLevelType w:val="hybridMultilevel"/>
    <w:tmpl w:val="63FA07E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B640E3"/>
    <w:rsid w:val="00015578"/>
    <w:rsid w:val="00024731"/>
    <w:rsid w:val="00026DEC"/>
    <w:rsid w:val="000505CA"/>
    <w:rsid w:val="0007651D"/>
    <w:rsid w:val="0009089A"/>
    <w:rsid w:val="000947E2"/>
    <w:rsid w:val="00095E04"/>
    <w:rsid w:val="0009751A"/>
    <w:rsid w:val="000B473B"/>
    <w:rsid w:val="000D0E89"/>
    <w:rsid w:val="000E2689"/>
    <w:rsid w:val="00142613"/>
    <w:rsid w:val="00144DA7"/>
    <w:rsid w:val="0015356E"/>
    <w:rsid w:val="00161D3F"/>
    <w:rsid w:val="001915D4"/>
    <w:rsid w:val="00194675"/>
    <w:rsid w:val="001A1FED"/>
    <w:rsid w:val="001A40E2"/>
    <w:rsid w:val="001A410F"/>
    <w:rsid w:val="001B69C1"/>
    <w:rsid w:val="001C2E59"/>
    <w:rsid w:val="001C4805"/>
    <w:rsid w:val="00201AC2"/>
    <w:rsid w:val="00214608"/>
    <w:rsid w:val="002178AC"/>
    <w:rsid w:val="0022547C"/>
    <w:rsid w:val="0025410A"/>
    <w:rsid w:val="0027553E"/>
    <w:rsid w:val="0028012F"/>
    <w:rsid w:val="002828DF"/>
    <w:rsid w:val="00287876"/>
    <w:rsid w:val="00292C53"/>
    <w:rsid w:val="00294E22"/>
    <w:rsid w:val="002C22EA"/>
    <w:rsid w:val="002C59BA"/>
    <w:rsid w:val="002F41B2"/>
    <w:rsid w:val="00301AA9"/>
    <w:rsid w:val="003117F6"/>
    <w:rsid w:val="003533B8"/>
    <w:rsid w:val="003752BE"/>
    <w:rsid w:val="003A346A"/>
    <w:rsid w:val="003A50A4"/>
    <w:rsid w:val="003B2917"/>
    <w:rsid w:val="003B541B"/>
    <w:rsid w:val="003E2B2F"/>
    <w:rsid w:val="003E6046"/>
    <w:rsid w:val="003F16F9"/>
    <w:rsid w:val="00430C1F"/>
    <w:rsid w:val="00435A06"/>
    <w:rsid w:val="00442595"/>
    <w:rsid w:val="0045323E"/>
    <w:rsid w:val="00456227"/>
    <w:rsid w:val="004B0EE1"/>
    <w:rsid w:val="004D0D83"/>
    <w:rsid w:val="004E1DF1"/>
    <w:rsid w:val="004E5592"/>
    <w:rsid w:val="0050055B"/>
    <w:rsid w:val="00524710"/>
    <w:rsid w:val="00555342"/>
    <w:rsid w:val="005560E2"/>
    <w:rsid w:val="005A452E"/>
    <w:rsid w:val="005A6EE7"/>
    <w:rsid w:val="005E07F2"/>
    <w:rsid w:val="005E1205"/>
    <w:rsid w:val="005F1A7B"/>
    <w:rsid w:val="006355D8"/>
    <w:rsid w:val="00642ECD"/>
    <w:rsid w:val="006502A0"/>
    <w:rsid w:val="006772F5"/>
    <w:rsid w:val="006A320F"/>
    <w:rsid w:val="006A4440"/>
    <w:rsid w:val="006B0615"/>
    <w:rsid w:val="006D166B"/>
    <w:rsid w:val="006F3279"/>
    <w:rsid w:val="00704203"/>
    <w:rsid w:val="00704AEE"/>
    <w:rsid w:val="00722F9A"/>
    <w:rsid w:val="00754539"/>
    <w:rsid w:val="00781BC6"/>
    <w:rsid w:val="007A3C86"/>
    <w:rsid w:val="007A683E"/>
    <w:rsid w:val="007A748B"/>
    <w:rsid w:val="007D1D65"/>
    <w:rsid w:val="007E0A9E"/>
    <w:rsid w:val="007E5309"/>
    <w:rsid w:val="00800DE1"/>
    <w:rsid w:val="00806B12"/>
    <w:rsid w:val="00813F47"/>
    <w:rsid w:val="008450D6"/>
    <w:rsid w:val="00856FCA"/>
    <w:rsid w:val="00873B8C"/>
    <w:rsid w:val="00880E3B"/>
    <w:rsid w:val="008A405F"/>
    <w:rsid w:val="008C7F34"/>
    <w:rsid w:val="008D7667"/>
    <w:rsid w:val="008E580C"/>
    <w:rsid w:val="0090047A"/>
    <w:rsid w:val="00904B4D"/>
    <w:rsid w:val="009158ED"/>
    <w:rsid w:val="00925026"/>
    <w:rsid w:val="00931264"/>
    <w:rsid w:val="00942A4B"/>
    <w:rsid w:val="00952D04"/>
    <w:rsid w:val="00961D59"/>
    <w:rsid w:val="009B2D55"/>
    <w:rsid w:val="009C0343"/>
    <w:rsid w:val="009E0D11"/>
    <w:rsid w:val="00A24A16"/>
    <w:rsid w:val="00A37D14"/>
    <w:rsid w:val="00A6111E"/>
    <w:rsid w:val="00A6168B"/>
    <w:rsid w:val="00A62028"/>
    <w:rsid w:val="00AA6236"/>
    <w:rsid w:val="00AB6AE7"/>
    <w:rsid w:val="00AD21F5"/>
    <w:rsid w:val="00AD68F9"/>
    <w:rsid w:val="00B0152B"/>
    <w:rsid w:val="00B06225"/>
    <w:rsid w:val="00B20090"/>
    <w:rsid w:val="00B23B31"/>
    <w:rsid w:val="00B23C7A"/>
    <w:rsid w:val="00B305F5"/>
    <w:rsid w:val="00B46FF9"/>
    <w:rsid w:val="00B5734A"/>
    <w:rsid w:val="00B640E3"/>
    <w:rsid w:val="00B75483"/>
    <w:rsid w:val="00BA7952"/>
    <w:rsid w:val="00BB44B4"/>
    <w:rsid w:val="00BF0BBF"/>
    <w:rsid w:val="00BF6C8A"/>
    <w:rsid w:val="00C05571"/>
    <w:rsid w:val="00C246CE"/>
    <w:rsid w:val="00C57FA2"/>
    <w:rsid w:val="00C80257"/>
    <w:rsid w:val="00CC2E4D"/>
    <w:rsid w:val="00CC78A5"/>
    <w:rsid w:val="00CC7B16"/>
    <w:rsid w:val="00CE15FE"/>
    <w:rsid w:val="00CF6578"/>
    <w:rsid w:val="00D02E15"/>
    <w:rsid w:val="00D14F44"/>
    <w:rsid w:val="00D278E8"/>
    <w:rsid w:val="00D421E8"/>
    <w:rsid w:val="00D44604"/>
    <w:rsid w:val="00D479B3"/>
    <w:rsid w:val="00D52283"/>
    <w:rsid w:val="00D524E5"/>
    <w:rsid w:val="00D72FEF"/>
    <w:rsid w:val="00D755FA"/>
    <w:rsid w:val="00DC3D50"/>
    <w:rsid w:val="00DC4A4E"/>
    <w:rsid w:val="00DD1874"/>
    <w:rsid w:val="00DD63BD"/>
    <w:rsid w:val="00E03772"/>
    <w:rsid w:val="00E172C6"/>
    <w:rsid w:val="00E24309"/>
    <w:rsid w:val="00E53D82"/>
    <w:rsid w:val="00E9330A"/>
    <w:rsid w:val="00EE6B97"/>
    <w:rsid w:val="00F12C3B"/>
    <w:rsid w:val="00F222C0"/>
    <w:rsid w:val="00F26884"/>
    <w:rsid w:val="00F72ECC"/>
    <w:rsid w:val="00F8355F"/>
    <w:rsid w:val="00FA3196"/>
    <w:rsid w:val="00FC1A3D"/>
    <w:rsid w:val="00FC534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529EAC9"/>
  <w15:docId w15:val="{6713B619-B991-4FD8-AD9F-BE3922199E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customStyle="1" w:styleId="EndNoteBibliographyTitle">
    <w:name w:val="EndNote Bibliography Title"/>
    <w:basedOn w:val="Normal"/>
    <w:link w:val="EndNoteBibliographyTitleChar"/>
    <w:rsid w:val="00B0152B"/>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B0152B"/>
    <w:rPr>
      <w:rFonts w:ascii="Calibri" w:hAnsi="Calibri" w:cs="Calibri"/>
      <w:noProof/>
      <w:lang w:val="en-US"/>
    </w:rPr>
  </w:style>
  <w:style w:type="paragraph" w:customStyle="1" w:styleId="EndNoteBibliography">
    <w:name w:val="EndNote Bibliography"/>
    <w:basedOn w:val="Normal"/>
    <w:link w:val="EndNoteBibliographyChar"/>
    <w:rsid w:val="00B0152B"/>
    <w:rPr>
      <w:rFonts w:ascii="Calibri" w:hAnsi="Calibri" w:cs="Calibri"/>
      <w:noProof/>
      <w:lang w:val="en-US"/>
    </w:rPr>
  </w:style>
  <w:style w:type="character" w:customStyle="1" w:styleId="EndNoteBibliographyChar">
    <w:name w:val="EndNote Bibliography Char"/>
    <w:basedOn w:val="DefaultParagraphFont"/>
    <w:link w:val="EndNoteBibliography"/>
    <w:rsid w:val="00B0152B"/>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echa\Documents\BEST\Templates\New%20templates%20Dec\template_chemistry_item_respons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template_chemistry_item_response</Template>
  <TotalTime>77</TotalTime>
  <Pages>3</Pages>
  <Words>979</Words>
  <Characters>5585</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6551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HEC Harden</dc:creator>
  <cp:lastModifiedBy>HEC Harden</cp:lastModifiedBy>
  <cp:revision>5</cp:revision>
  <cp:lastPrinted>2017-02-24T16:20:00Z</cp:lastPrinted>
  <dcterms:created xsi:type="dcterms:W3CDTF">2020-06-25T16:31:00Z</dcterms:created>
  <dcterms:modified xsi:type="dcterms:W3CDTF">2020-06-26T16:23:00Z</dcterms:modified>
</cp:coreProperties>
</file>